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FE8CC" w14:textId="77777777" w:rsidR="003B3BC8" w:rsidRDefault="003B3BC8" w:rsidP="00C0709D">
      <w:pPr>
        <w:pStyle w:val="BodyText"/>
        <w:pBdr>
          <w:left w:val="single" w:sz="2" w:space="0" w:color="auto"/>
          <w:right w:val="single" w:sz="2" w:space="1" w:color="auto"/>
        </w:pBdr>
      </w:pPr>
      <w:r>
        <w:t xml:space="preserve"> [Insert </w:t>
      </w:r>
      <w:proofErr w:type="spellStart"/>
      <w:r>
        <w:t>organisation</w:t>
      </w:r>
      <w:proofErr w:type="spellEnd"/>
      <w:r>
        <w:t xml:space="preserve"> name/logo]</w:t>
      </w:r>
    </w:p>
    <w:p w14:paraId="4BA29E12" w14:textId="77777777" w:rsidR="003B3BC8" w:rsidRPr="00F10799" w:rsidRDefault="003B3BC8" w:rsidP="003B3BC8">
      <w:pPr>
        <w:rPr>
          <w:sz w:val="20"/>
          <w:szCs w:val="20"/>
        </w:rPr>
      </w:pPr>
    </w:p>
    <w:p w14:paraId="3896E8B7" w14:textId="77777777" w:rsidR="003B3BC8" w:rsidRPr="005A169E" w:rsidRDefault="00690867" w:rsidP="00F90F95">
      <w:pPr>
        <w:pStyle w:val="Heading1"/>
        <w:rPr>
          <w:sz w:val="36"/>
          <w:szCs w:val="36"/>
        </w:rPr>
      </w:pPr>
      <w:r>
        <w:rPr>
          <w:sz w:val="36"/>
          <w:szCs w:val="36"/>
        </w:rPr>
        <w:t>EMPLOYEE INDUCTION AND ORIENTATION CHECKLIST</w:t>
      </w:r>
    </w:p>
    <w:p w14:paraId="106A7599" w14:textId="77777777" w:rsidR="00730AA7" w:rsidRDefault="00730AA7" w:rsidP="003B3BC8">
      <w:pPr>
        <w:rPr>
          <w:b/>
        </w:rPr>
      </w:pPr>
    </w:p>
    <w:p w14:paraId="5F2E1C23" w14:textId="77777777" w:rsidR="00690867" w:rsidRDefault="00690867" w:rsidP="00690867">
      <w:r w:rsidRPr="00690867">
        <w:t xml:space="preserve">The following checklist has been designed for use with new staff members. It is the responsibility of the supervisor to ensure the induction can take place including arranging the necessary resources and </w:t>
      </w:r>
      <w:proofErr w:type="spellStart"/>
      <w:r w:rsidRPr="00690867">
        <w:t>organising</w:t>
      </w:r>
      <w:proofErr w:type="spellEnd"/>
      <w:r w:rsidRPr="00690867">
        <w:t xml:space="preserve"> meetings. It is the responsibility of the new staff member to complete the checklist and return to the supervisor one month after the start of employment. The supervisor will be available to support the new employee to complete the checklist and answer any questions.</w:t>
      </w:r>
    </w:p>
    <w:p w14:paraId="06FA5557" w14:textId="77777777" w:rsidR="00690867" w:rsidRDefault="00690867" w:rsidP="003B3BC8">
      <w:pPr>
        <w:rPr>
          <w:b/>
        </w:rPr>
      </w:pPr>
    </w:p>
    <w:p w14:paraId="4CA8B04A" w14:textId="77777777" w:rsidR="00690867" w:rsidRPr="00730AA7" w:rsidRDefault="00690867" w:rsidP="003B3BC8">
      <w:pPr>
        <w:rPr>
          <w:b/>
        </w:rPr>
      </w:pPr>
    </w:p>
    <w:tbl>
      <w:tblPr>
        <w:tblStyle w:val="TableGrid"/>
        <w:tblW w:w="8931" w:type="dxa"/>
        <w:tblInd w:w="108" w:type="dxa"/>
        <w:tblLook w:val="04A0" w:firstRow="1" w:lastRow="0" w:firstColumn="1" w:lastColumn="0" w:noHBand="0" w:noVBand="1"/>
      </w:tblPr>
      <w:tblGrid>
        <w:gridCol w:w="2995"/>
        <w:gridCol w:w="5936"/>
      </w:tblGrid>
      <w:tr w:rsidR="00495C4D" w:rsidRPr="00F9329A" w14:paraId="79B7DB48" w14:textId="77777777" w:rsidTr="006A3DBD">
        <w:trPr>
          <w:trHeight w:val="490"/>
        </w:trPr>
        <w:tc>
          <w:tcPr>
            <w:tcW w:w="2995" w:type="dxa"/>
            <w:shd w:val="clear" w:color="auto" w:fill="D9D9D9" w:themeFill="background1" w:themeFillShade="D9"/>
          </w:tcPr>
          <w:p w14:paraId="7E7FDDDF" w14:textId="77777777" w:rsidR="009B4F38" w:rsidRPr="00495C4D" w:rsidRDefault="005E126E" w:rsidP="00495C4D">
            <w:pPr>
              <w:jc w:val="left"/>
              <w:rPr>
                <w:b/>
              </w:rPr>
            </w:pPr>
            <w:r>
              <w:rPr>
                <w:b/>
              </w:rPr>
              <w:t>Employee</w:t>
            </w:r>
            <w:r w:rsidR="00690867">
              <w:rPr>
                <w:b/>
              </w:rPr>
              <w:t>’s name</w:t>
            </w:r>
          </w:p>
        </w:tc>
        <w:tc>
          <w:tcPr>
            <w:tcW w:w="5936" w:type="dxa"/>
          </w:tcPr>
          <w:p w14:paraId="0A6FAFCC" w14:textId="77777777" w:rsidR="00495C4D" w:rsidRPr="00F9329A" w:rsidRDefault="00495C4D" w:rsidP="00495C4D"/>
        </w:tc>
      </w:tr>
      <w:tr w:rsidR="00495C4D" w:rsidRPr="00F9329A" w14:paraId="5A5CAD92" w14:textId="77777777" w:rsidTr="006A3DBD">
        <w:trPr>
          <w:trHeight w:val="457"/>
        </w:trPr>
        <w:tc>
          <w:tcPr>
            <w:tcW w:w="2995" w:type="dxa"/>
            <w:shd w:val="clear" w:color="auto" w:fill="D9D9D9" w:themeFill="background1" w:themeFillShade="D9"/>
          </w:tcPr>
          <w:p w14:paraId="1D643F83" w14:textId="77777777" w:rsidR="009B4F38" w:rsidRPr="00495C4D" w:rsidRDefault="005E126E" w:rsidP="00495C4D">
            <w:pPr>
              <w:jc w:val="left"/>
              <w:rPr>
                <w:b/>
              </w:rPr>
            </w:pPr>
            <w:r>
              <w:rPr>
                <w:b/>
              </w:rPr>
              <w:t>Position</w:t>
            </w:r>
          </w:p>
        </w:tc>
        <w:tc>
          <w:tcPr>
            <w:tcW w:w="5936" w:type="dxa"/>
          </w:tcPr>
          <w:p w14:paraId="29E53CDD" w14:textId="77777777" w:rsidR="00495C4D" w:rsidRPr="00F9329A" w:rsidRDefault="00495C4D" w:rsidP="00495C4D"/>
        </w:tc>
      </w:tr>
      <w:tr w:rsidR="00690867" w:rsidRPr="00F9329A" w14:paraId="58DBC331" w14:textId="77777777" w:rsidTr="006A3DBD">
        <w:trPr>
          <w:trHeight w:val="457"/>
        </w:trPr>
        <w:tc>
          <w:tcPr>
            <w:tcW w:w="2995" w:type="dxa"/>
            <w:shd w:val="clear" w:color="auto" w:fill="D9D9D9" w:themeFill="background1" w:themeFillShade="D9"/>
          </w:tcPr>
          <w:p w14:paraId="307B983A" w14:textId="77777777" w:rsidR="00690867" w:rsidRDefault="00690867" w:rsidP="00495C4D">
            <w:pPr>
              <w:jc w:val="left"/>
              <w:rPr>
                <w:b/>
              </w:rPr>
            </w:pPr>
            <w:r>
              <w:rPr>
                <w:b/>
              </w:rPr>
              <w:t>Start date</w:t>
            </w:r>
          </w:p>
        </w:tc>
        <w:tc>
          <w:tcPr>
            <w:tcW w:w="5936" w:type="dxa"/>
          </w:tcPr>
          <w:p w14:paraId="108BA8EA" w14:textId="77777777" w:rsidR="00690867" w:rsidRPr="00F9329A" w:rsidRDefault="00690867" w:rsidP="00495C4D"/>
        </w:tc>
      </w:tr>
    </w:tbl>
    <w:p w14:paraId="01DC12C2" w14:textId="77777777" w:rsidR="00495C4D" w:rsidRDefault="00495C4D" w:rsidP="002031CF"/>
    <w:p w14:paraId="72C85BCA" w14:textId="77777777" w:rsidR="009B4F38" w:rsidRDefault="009B4F38" w:rsidP="002031CF"/>
    <w:tbl>
      <w:tblPr>
        <w:tblStyle w:val="TableGrid"/>
        <w:tblW w:w="8931" w:type="dxa"/>
        <w:tblInd w:w="108" w:type="dxa"/>
        <w:tblLook w:val="04A0" w:firstRow="1" w:lastRow="0" w:firstColumn="1" w:lastColumn="0" w:noHBand="0" w:noVBand="1"/>
      </w:tblPr>
      <w:tblGrid>
        <w:gridCol w:w="1985"/>
        <w:gridCol w:w="6946"/>
      </w:tblGrid>
      <w:tr w:rsidR="006A3DBD" w:rsidRPr="00F9329A" w14:paraId="75384391" w14:textId="77777777" w:rsidTr="00CE2241">
        <w:tc>
          <w:tcPr>
            <w:tcW w:w="8931" w:type="dxa"/>
            <w:gridSpan w:val="2"/>
            <w:shd w:val="clear" w:color="auto" w:fill="000000" w:themeFill="text1"/>
          </w:tcPr>
          <w:p w14:paraId="0B7640E3" w14:textId="77777777" w:rsidR="006A3DBD" w:rsidRPr="00281570" w:rsidRDefault="006A3DBD" w:rsidP="00281570">
            <w:pPr>
              <w:jc w:val="left"/>
              <w:rPr>
                <w:b/>
              </w:rPr>
            </w:pPr>
            <w:r>
              <w:rPr>
                <w:b/>
              </w:rPr>
              <w:t xml:space="preserve">Prior to start date – to be completed by supervisor </w:t>
            </w:r>
          </w:p>
          <w:p w14:paraId="52A3E941" w14:textId="77777777" w:rsidR="006A3DBD" w:rsidRPr="00F9329A" w:rsidRDefault="006A3DBD" w:rsidP="00F66683">
            <w:r w:rsidRPr="00281570">
              <w:rPr>
                <w:b/>
              </w:rPr>
              <w:tab/>
            </w:r>
          </w:p>
        </w:tc>
      </w:tr>
      <w:tr w:rsidR="005542E9" w:rsidRPr="00F9329A" w14:paraId="0C71AD01" w14:textId="77777777" w:rsidTr="00A95F90">
        <w:tc>
          <w:tcPr>
            <w:tcW w:w="1985" w:type="dxa"/>
            <w:shd w:val="clear" w:color="auto" w:fill="D9D9D9" w:themeFill="background1" w:themeFillShade="D9"/>
          </w:tcPr>
          <w:p w14:paraId="0A851388" w14:textId="77777777" w:rsidR="005542E9" w:rsidRPr="005542E9" w:rsidRDefault="00A30F6F" w:rsidP="00A30F6F">
            <w:pPr>
              <w:spacing w:line="360" w:lineRule="auto"/>
              <w:jc w:val="center"/>
              <w:rPr>
                <w:b/>
              </w:rPr>
            </w:pPr>
            <w:r>
              <w:rPr>
                <w:b/>
              </w:rPr>
              <w:t>Yes/No</w:t>
            </w:r>
          </w:p>
        </w:tc>
        <w:tc>
          <w:tcPr>
            <w:tcW w:w="6946" w:type="dxa"/>
            <w:shd w:val="clear" w:color="auto" w:fill="D9D9D9" w:themeFill="background1" w:themeFillShade="D9"/>
          </w:tcPr>
          <w:p w14:paraId="2E4AF3A4" w14:textId="77777777" w:rsidR="005542E9" w:rsidRPr="005542E9" w:rsidRDefault="005542E9" w:rsidP="00A95F90">
            <w:pPr>
              <w:spacing w:line="360" w:lineRule="auto"/>
              <w:jc w:val="center"/>
              <w:rPr>
                <w:b/>
              </w:rPr>
            </w:pPr>
            <w:r w:rsidRPr="005542E9">
              <w:rPr>
                <w:b/>
              </w:rPr>
              <w:t>Item</w:t>
            </w:r>
          </w:p>
        </w:tc>
      </w:tr>
      <w:tr w:rsidR="005542E9" w:rsidRPr="00F9329A" w14:paraId="5B07559E" w14:textId="77777777" w:rsidTr="00A95F90">
        <w:tc>
          <w:tcPr>
            <w:tcW w:w="1985" w:type="dxa"/>
            <w:shd w:val="clear" w:color="auto" w:fill="FFFFFF" w:themeFill="background1"/>
            <w:vAlign w:val="center"/>
          </w:tcPr>
          <w:p w14:paraId="0006AB5A" w14:textId="77777777" w:rsidR="005542E9" w:rsidRPr="00A30F6F" w:rsidRDefault="00A30F6F" w:rsidP="00A95F90">
            <w:pPr>
              <w:spacing w:line="360" w:lineRule="auto"/>
              <w:jc w:val="center"/>
              <w:rPr>
                <w:b/>
              </w:rPr>
            </w:pPr>
            <w:r w:rsidRPr="00621CE4">
              <w:rPr>
                <w:b/>
              </w:rPr>
              <w:sym w:font="Wingdings 2" w:char="F0A3"/>
            </w:r>
            <w:r w:rsidR="00A95F90">
              <w:rPr>
                <w:b/>
              </w:rPr>
              <w:t xml:space="preserve"> Yes  </w:t>
            </w:r>
            <w:r w:rsidR="00A95F90" w:rsidRPr="00621CE4">
              <w:rPr>
                <w:b/>
              </w:rPr>
              <w:sym w:font="Wingdings 2" w:char="F0A3"/>
            </w:r>
            <w:r w:rsidR="00A95F90">
              <w:rPr>
                <w:b/>
              </w:rPr>
              <w:t xml:space="preserve"> No  </w:t>
            </w:r>
          </w:p>
        </w:tc>
        <w:tc>
          <w:tcPr>
            <w:tcW w:w="6946" w:type="dxa"/>
            <w:shd w:val="clear" w:color="auto" w:fill="FFFFFF" w:themeFill="background1"/>
          </w:tcPr>
          <w:p w14:paraId="1AE840B6" w14:textId="77777777" w:rsidR="005542E9" w:rsidRPr="00F9329A" w:rsidRDefault="00905FEF" w:rsidP="00CE2241">
            <w:r w:rsidRPr="00905FEF">
              <w:t xml:space="preserve">Staff member is advised of location of premises, </w:t>
            </w:r>
            <w:proofErr w:type="gramStart"/>
            <w:r w:rsidRPr="00905FEF">
              <w:t>date</w:t>
            </w:r>
            <w:proofErr w:type="gramEnd"/>
            <w:r w:rsidRPr="00905FEF">
              <w:t xml:space="preserve"> and time of commencement</w:t>
            </w:r>
          </w:p>
        </w:tc>
      </w:tr>
      <w:tr w:rsidR="00A30F6F" w:rsidRPr="00F9329A" w14:paraId="12248F82" w14:textId="77777777" w:rsidTr="00A95F90">
        <w:tc>
          <w:tcPr>
            <w:tcW w:w="1985" w:type="dxa"/>
            <w:shd w:val="clear" w:color="auto" w:fill="FFFFFF" w:themeFill="background1"/>
          </w:tcPr>
          <w:p w14:paraId="436C6B29" w14:textId="77777777"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3157D8CA" w14:textId="77777777" w:rsidR="00A30F6F" w:rsidRPr="00F9329A" w:rsidRDefault="00905FEF" w:rsidP="00CE2241">
            <w:r w:rsidRPr="00905FEF">
              <w:t>Desk phone purchased and set up - with number allocated</w:t>
            </w:r>
          </w:p>
        </w:tc>
      </w:tr>
      <w:tr w:rsidR="00A30F6F" w:rsidRPr="00F9329A" w14:paraId="434F72D4" w14:textId="77777777" w:rsidTr="00A95F90">
        <w:tc>
          <w:tcPr>
            <w:tcW w:w="1985" w:type="dxa"/>
            <w:shd w:val="clear" w:color="auto" w:fill="FFFFFF" w:themeFill="background1"/>
          </w:tcPr>
          <w:p w14:paraId="1FA224B4" w14:textId="77777777"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2A66C2E4" w14:textId="77777777" w:rsidR="00A30F6F" w:rsidRPr="00F9329A" w:rsidRDefault="00905FEF" w:rsidP="00CE2241">
            <w:r w:rsidRPr="00905FEF">
              <w:t>Desktop computer purchased and set up (including access to relevant drives)</w:t>
            </w:r>
          </w:p>
        </w:tc>
      </w:tr>
      <w:tr w:rsidR="00A30F6F" w:rsidRPr="00F9329A" w14:paraId="2387CCE8" w14:textId="77777777" w:rsidTr="00A95F90">
        <w:tc>
          <w:tcPr>
            <w:tcW w:w="1985" w:type="dxa"/>
            <w:shd w:val="clear" w:color="auto" w:fill="FFFFFF" w:themeFill="background1"/>
          </w:tcPr>
          <w:p w14:paraId="59F50C3A" w14:textId="77777777"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28E2E56A" w14:textId="77777777" w:rsidR="00A30F6F" w:rsidRPr="00F9329A" w:rsidRDefault="00905FEF" w:rsidP="00CE2241">
            <w:r w:rsidRPr="00905FEF">
              <w:t>Login and email account set up</w:t>
            </w:r>
          </w:p>
        </w:tc>
      </w:tr>
      <w:tr w:rsidR="00A30F6F" w:rsidRPr="00F9329A" w14:paraId="7189BE8A" w14:textId="77777777" w:rsidTr="00A95F90">
        <w:tc>
          <w:tcPr>
            <w:tcW w:w="1985" w:type="dxa"/>
            <w:shd w:val="clear" w:color="auto" w:fill="FFFFFF" w:themeFill="background1"/>
          </w:tcPr>
          <w:p w14:paraId="2BCC9901" w14:textId="77777777"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63168218" w14:textId="77777777" w:rsidR="00A30F6F" w:rsidRPr="00F9329A" w:rsidRDefault="00905FEF" w:rsidP="00CE2241">
            <w:r w:rsidRPr="00905FEF">
              <w:t>Building access keys cut and registered with new employee</w:t>
            </w:r>
          </w:p>
        </w:tc>
      </w:tr>
      <w:tr w:rsidR="00A30F6F" w:rsidRPr="00F9329A" w14:paraId="221B42CD" w14:textId="77777777" w:rsidTr="00A95F90">
        <w:tc>
          <w:tcPr>
            <w:tcW w:w="1985" w:type="dxa"/>
            <w:shd w:val="clear" w:color="auto" w:fill="FFFFFF" w:themeFill="background1"/>
          </w:tcPr>
          <w:p w14:paraId="4C5F9C95" w14:textId="77777777"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0B06E210" w14:textId="77777777" w:rsidR="00A30F6F" w:rsidRPr="00F9329A" w:rsidRDefault="000117A9" w:rsidP="00CE2241">
            <w:r w:rsidRPr="000117A9">
              <w:t>Ergonomic workstation established</w:t>
            </w:r>
          </w:p>
        </w:tc>
      </w:tr>
      <w:tr w:rsidR="00A30F6F" w:rsidRPr="00F9329A" w14:paraId="2979E605" w14:textId="77777777" w:rsidTr="00A95F90">
        <w:tc>
          <w:tcPr>
            <w:tcW w:w="1985" w:type="dxa"/>
            <w:shd w:val="clear" w:color="auto" w:fill="FFFFFF" w:themeFill="background1"/>
          </w:tcPr>
          <w:p w14:paraId="0ADE74CA" w14:textId="77777777"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13331359" w14:textId="77777777" w:rsidR="00A30F6F" w:rsidRPr="00F9329A" w:rsidRDefault="000117A9" w:rsidP="00CE2241">
            <w:r w:rsidRPr="000117A9">
              <w:t>Basic stationary supplies ordered</w:t>
            </w:r>
          </w:p>
        </w:tc>
      </w:tr>
      <w:tr w:rsidR="00A30F6F" w:rsidRPr="00F9329A" w14:paraId="3D608A72" w14:textId="77777777" w:rsidTr="00A95F90">
        <w:tc>
          <w:tcPr>
            <w:tcW w:w="1985" w:type="dxa"/>
            <w:shd w:val="clear" w:color="auto" w:fill="FFFFFF" w:themeFill="background1"/>
          </w:tcPr>
          <w:p w14:paraId="447A197E" w14:textId="77777777"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1B30E226" w14:textId="77777777" w:rsidR="00A30F6F" w:rsidRPr="00F9329A" w:rsidRDefault="000117A9" w:rsidP="00CE2241">
            <w:r w:rsidRPr="000117A9">
              <w:t>Employee Induction Pack prepared (see below for more details)</w:t>
            </w:r>
          </w:p>
        </w:tc>
      </w:tr>
      <w:tr w:rsidR="000117A9" w:rsidRPr="00F9329A" w14:paraId="2042A639" w14:textId="77777777" w:rsidTr="00A95F90">
        <w:tc>
          <w:tcPr>
            <w:tcW w:w="1985" w:type="dxa"/>
            <w:shd w:val="clear" w:color="auto" w:fill="FFFFFF" w:themeFill="background1"/>
          </w:tcPr>
          <w:p w14:paraId="3BAC0B8F" w14:textId="77777777" w:rsidR="000117A9" w:rsidRPr="00F9329A" w:rsidRDefault="000117A9" w:rsidP="000117A9">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5244461D" w14:textId="77777777" w:rsidR="000117A9" w:rsidRPr="000117A9" w:rsidRDefault="000117A9" w:rsidP="00CE2241">
            <w:r w:rsidRPr="000117A9">
              <w:t>Business cards ordered</w:t>
            </w:r>
          </w:p>
        </w:tc>
      </w:tr>
      <w:tr w:rsidR="000117A9" w:rsidRPr="00F9329A" w14:paraId="3525CD4B" w14:textId="77777777" w:rsidTr="00A95F90">
        <w:tc>
          <w:tcPr>
            <w:tcW w:w="1985" w:type="dxa"/>
            <w:shd w:val="clear" w:color="auto" w:fill="FFFFFF" w:themeFill="background1"/>
          </w:tcPr>
          <w:p w14:paraId="37EF8A76" w14:textId="77777777" w:rsidR="000117A9" w:rsidRPr="00F9329A" w:rsidRDefault="000117A9" w:rsidP="000117A9">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7B9F9BB8" w14:textId="77777777" w:rsidR="000117A9" w:rsidRPr="000117A9" w:rsidRDefault="000117A9" w:rsidP="00CE2241">
            <w:r w:rsidRPr="000117A9">
              <w:t>Name added to internal contact list and name board at entrance</w:t>
            </w:r>
          </w:p>
        </w:tc>
      </w:tr>
      <w:tr w:rsidR="000117A9" w:rsidRPr="00F9329A" w14:paraId="23621174" w14:textId="77777777" w:rsidTr="00A95F90">
        <w:tc>
          <w:tcPr>
            <w:tcW w:w="1985" w:type="dxa"/>
            <w:shd w:val="clear" w:color="auto" w:fill="FFFFFF" w:themeFill="background1"/>
          </w:tcPr>
          <w:p w14:paraId="06417C02" w14:textId="77777777" w:rsidR="000117A9" w:rsidRPr="00F9329A" w:rsidRDefault="000117A9" w:rsidP="000117A9">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r w:rsidR="00CE2241">
              <w:rPr>
                <w:b/>
              </w:rPr>
              <w:t xml:space="preserve"> </w:t>
            </w:r>
          </w:p>
        </w:tc>
        <w:tc>
          <w:tcPr>
            <w:tcW w:w="6946" w:type="dxa"/>
            <w:shd w:val="clear" w:color="auto" w:fill="FFFFFF" w:themeFill="background1"/>
          </w:tcPr>
          <w:p w14:paraId="193F1053" w14:textId="77777777" w:rsidR="000117A9" w:rsidRPr="00F9329A" w:rsidRDefault="000117A9" w:rsidP="00CE2241">
            <w:r w:rsidRPr="000117A9">
              <w:t>Car and car space (if applicable)</w:t>
            </w:r>
          </w:p>
        </w:tc>
      </w:tr>
      <w:tr w:rsidR="00CE2241" w:rsidRPr="00F9329A" w14:paraId="07C47673" w14:textId="77777777" w:rsidTr="00A95F90">
        <w:tc>
          <w:tcPr>
            <w:tcW w:w="1985" w:type="dxa"/>
            <w:shd w:val="clear" w:color="auto" w:fill="FFFFFF" w:themeFill="background1"/>
          </w:tcPr>
          <w:p w14:paraId="044445B1" w14:textId="77777777" w:rsidR="00CE2241" w:rsidRPr="00F9329A" w:rsidRDefault="00CE2241" w:rsidP="00CE2241">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4A3253C5" w14:textId="77777777" w:rsidR="00CE2241" w:rsidRPr="000117A9" w:rsidRDefault="00CE2241" w:rsidP="00CE2241">
            <w:r w:rsidRPr="000117A9">
              <w:t>Laptop purchased and set up (if applicable)</w:t>
            </w:r>
          </w:p>
        </w:tc>
      </w:tr>
      <w:tr w:rsidR="00CE2241" w:rsidRPr="00F9329A" w14:paraId="6F3E6071" w14:textId="77777777" w:rsidTr="00A95F90">
        <w:tc>
          <w:tcPr>
            <w:tcW w:w="1985" w:type="dxa"/>
            <w:shd w:val="clear" w:color="auto" w:fill="FFFFFF" w:themeFill="background1"/>
          </w:tcPr>
          <w:p w14:paraId="1700D101" w14:textId="77777777" w:rsidR="00CE2241" w:rsidRPr="00F9329A" w:rsidRDefault="00CE2241" w:rsidP="00CE2241">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155EC1D2" w14:textId="77777777" w:rsidR="00CE2241" w:rsidRPr="000117A9" w:rsidRDefault="00CE2241" w:rsidP="00CE2241">
            <w:r w:rsidRPr="000117A9">
              <w:t>Mobile phone purchased (if applicable</w:t>
            </w:r>
            <w:r>
              <w:t>)</w:t>
            </w:r>
          </w:p>
        </w:tc>
      </w:tr>
      <w:tr w:rsidR="00CE2241" w:rsidRPr="00F9329A" w14:paraId="6702873E" w14:textId="77777777" w:rsidTr="00A95F90">
        <w:tc>
          <w:tcPr>
            <w:tcW w:w="1985" w:type="dxa"/>
            <w:shd w:val="clear" w:color="auto" w:fill="FFFFFF" w:themeFill="background1"/>
          </w:tcPr>
          <w:p w14:paraId="4706B002" w14:textId="77777777" w:rsidR="00CE2241" w:rsidRPr="00F9329A" w:rsidRDefault="00CE2241" w:rsidP="00CE2241">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669B185D" w14:textId="77777777" w:rsidR="00CE2241" w:rsidRPr="000117A9" w:rsidRDefault="00CE2241" w:rsidP="00CE2241">
            <w:r w:rsidRPr="000117A9">
              <w:t>Meetings arranged with relevant staff for first week</w:t>
            </w:r>
          </w:p>
        </w:tc>
      </w:tr>
      <w:tr w:rsidR="00CB386A" w:rsidRPr="00F9329A" w14:paraId="1CBA42EF" w14:textId="77777777" w:rsidTr="00A95F90">
        <w:tc>
          <w:tcPr>
            <w:tcW w:w="1985" w:type="dxa"/>
            <w:shd w:val="clear" w:color="auto" w:fill="FFFFFF" w:themeFill="background1"/>
          </w:tcPr>
          <w:p w14:paraId="670B3F18" w14:textId="77777777" w:rsidR="00CB386A" w:rsidRPr="00621CE4" w:rsidRDefault="00CB386A" w:rsidP="00CB386A">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3580794D" w14:textId="77777777" w:rsidR="00CB386A" w:rsidRPr="00F305DE" w:rsidRDefault="00CB386A" w:rsidP="00CB386A">
            <w:pPr>
              <w:rPr>
                <w:b/>
              </w:rPr>
            </w:pPr>
            <w:r w:rsidRPr="00F305DE">
              <w:rPr>
                <w:b/>
              </w:rPr>
              <w:t xml:space="preserve">[insert </w:t>
            </w:r>
            <w:proofErr w:type="gramStart"/>
            <w:r w:rsidRPr="00F305DE">
              <w:rPr>
                <w:b/>
              </w:rPr>
              <w:t>other</w:t>
            </w:r>
            <w:proofErr w:type="gramEnd"/>
            <w:r w:rsidRPr="00F305DE">
              <w:rPr>
                <w:b/>
              </w:rPr>
              <w:t xml:space="preserve"> item]</w:t>
            </w:r>
          </w:p>
        </w:tc>
      </w:tr>
    </w:tbl>
    <w:p w14:paraId="30A69B00" w14:textId="77777777" w:rsidR="009B4F38" w:rsidRDefault="009B4F38" w:rsidP="002031CF"/>
    <w:tbl>
      <w:tblPr>
        <w:tblStyle w:val="TableGrid"/>
        <w:tblW w:w="8931" w:type="dxa"/>
        <w:tblInd w:w="108" w:type="dxa"/>
        <w:tblLook w:val="04A0" w:firstRow="1" w:lastRow="0" w:firstColumn="1" w:lastColumn="0" w:noHBand="0" w:noVBand="1"/>
      </w:tblPr>
      <w:tblGrid>
        <w:gridCol w:w="1985"/>
        <w:gridCol w:w="6946"/>
      </w:tblGrid>
      <w:tr w:rsidR="00CE2241" w:rsidRPr="00F9329A" w14:paraId="00BCD8C5" w14:textId="77777777" w:rsidTr="00F66683">
        <w:tc>
          <w:tcPr>
            <w:tcW w:w="8931" w:type="dxa"/>
            <w:gridSpan w:val="2"/>
            <w:shd w:val="clear" w:color="auto" w:fill="000000" w:themeFill="text1"/>
          </w:tcPr>
          <w:p w14:paraId="0295101E" w14:textId="77777777" w:rsidR="00CE2241" w:rsidRPr="00281570" w:rsidRDefault="00607A94" w:rsidP="00F66683">
            <w:pPr>
              <w:jc w:val="left"/>
              <w:rPr>
                <w:b/>
              </w:rPr>
            </w:pPr>
            <w:r w:rsidRPr="00607A94">
              <w:rPr>
                <w:b/>
              </w:rPr>
              <w:lastRenderedPageBreak/>
              <w:t>First day – to be completed by employee</w:t>
            </w:r>
          </w:p>
          <w:p w14:paraId="2B97FC75" w14:textId="77777777" w:rsidR="00CE2241" w:rsidRPr="00F9329A" w:rsidRDefault="00CE2241" w:rsidP="00F66683">
            <w:r w:rsidRPr="00281570">
              <w:rPr>
                <w:b/>
              </w:rPr>
              <w:tab/>
            </w:r>
          </w:p>
        </w:tc>
      </w:tr>
      <w:tr w:rsidR="00CE2241" w:rsidRPr="00F9329A" w14:paraId="0F3170D3" w14:textId="77777777" w:rsidTr="00F66683">
        <w:tc>
          <w:tcPr>
            <w:tcW w:w="1985" w:type="dxa"/>
            <w:shd w:val="clear" w:color="auto" w:fill="D9D9D9" w:themeFill="background1" w:themeFillShade="D9"/>
          </w:tcPr>
          <w:p w14:paraId="67D4B3E3" w14:textId="77777777" w:rsidR="00CE2241" w:rsidRPr="005542E9" w:rsidRDefault="00CE2241" w:rsidP="00F66683">
            <w:pPr>
              <w:spacing w:line="360" w:lineRule="auto"/>
              <w:jc w:val="center"/>
              <w:rPr>
                <w:b/>
              </w:rPr>
            </w:pPr>
            <w:r>
              <w:rPr>
                <w:b/>
              </w:rPr>
              <w:t>Yes/No</w:t>
            </w:r>
          </w:p>
        </w:tc>
        <w:tc>
          <w:tcPr>
            <w:tcW w:w="6946" w:type="dxa"/>
            <w:shd w:val="clear" w:color="auto" w:fill="D9D9D9" w:themeFill="background1" w:themeFillShade="D9"/>
          </w:tcPr>
          <w:p w14:paraId="6605FFC1" w14:textId="77777777" w:rsidR="00CE2241" w:rsidRPr="005542E9" w:rsidRDefault="00CE2241" w:rsidP="00F66683">
            <w:pPr>
              <w:spacing w:line="360" w:lineRule="auto"/>
              <w:jc w:val="center"/>
              <w:rPr>
                <w:b/>
              </w:rPr>
            </w:pPr>
            <w:r w:rsidRPr="005542E9">
              <w:rPr>
                <w:b/>
              </w:rPr>
              <w:t>Item</w:t>
            </w:r>
          </w:p>
        </w:tc>
      </w:tr>
      <w:tr w:rsidR="00CE2241" w:rsidRPr="00F9329A" w14:paraId="19633F64" w14:textId="77777777" w:rsidTr="00F66683">
        <w:tc>
          <w:tcPr>
            <w:tcW w:w="1985" w:type="dxa"/>
            <w:shd w:val="clear" w:color="auto" w:fill="FFFFFF" w:themeFill="background1"/>
            <w:vAlign w:val="center"/>
          </w:tcPr>
          <w:p w14:paraId="76C1FCBB" w14:textId="77777777" w:rsidR="00CE2241" w:rsidRPr="00A30F6F" w:rsidRDefault="00CE2241" w:rsidP="00F66683">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0B0986FA" w14:textId="77777777" w:rsidR="00607A94" w:rsidRDefault="00607A94" w:rsidP="00607A94">
            <w:r>
              <w:t>Greeted at door by supervisor</w:t>
            </w:r>
          </w:p>
          <w:p w14:paraId="078BCDCF" w14:textId="77777777" w:rsidR="00CE2241" w:rsidRPr="00F9329A" w:rsidRDefault="00CE2241" w:rsidP="00607A94"/>
        </w:tc>
      </w:tr>
      <w:tr w:rsidR="00CE2241" w:rsidRPr="00F9329A" w14:paraId="44666C76" w14:textId="77777777" w:rsidTr="00F66683">
        <w:tc>
          <w:tcPr>
            <w:tcW w:w="1985" w:type="dxa"/>
            <w:shd w:val="clear" w:color="auto" w:fill="FFFFFF" w:themeFill="background1"/>
          </w:tcPr>
          <w:p w14:paraId="0F8393DB" w14:textId="77777777"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45CBF8B2" w14:textId="77777777" w:rsidR="00607A94" w:rsidRDefault="00607A94" w:rsidP="00607A94">
            <w:r>
              <w:t>Tour of premises and keys provided (key register signed)</w:t>
            </w:r>
          </w:p>
          <w:p w14:paraId="3D10B116" w14:textId="77777777" w:rsidR="00CE2241" w:rsidRPr="00F9329A" w:rsidRDefault="00CE2241" w:rsidP="00607A94"/>
        </w:tc>
      </w:tr>
      <w:tr w:rsidR="00CE2241" w:rsidRPr="00F9329A" w14:paraId="39E43F3A" w14:textId="77777777" w:rsidTr="00F66683">
        <w:tc>
          <w:tcPr>
            <w:tcW w:w="1985" w:type="dxa"/>
            <w:shd w:val="clear" w:color="auto" w:fill="FFFFFF" w:themeFill="background1"/>
          </w:tcPr>
          <w:p w14:paraId="285BD20C" w14:textId="77777777"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6595CE67" w14:textId="77777777" w:rsidR="00607A94" w:rsidRDefault="00607A94" w:rsidP="00607A94">
            <w:r>
              <w:t>Instruction on entry and exit, including lights, alarm system and parking</w:t>
            </w:r>
          </w:p>
          <w:p w14:paraId="3F1C4087" w14:textId="77777777" w:rsidR="00CE2241" w:rsidRPr="00F9329A" w:rsidRDefault="00CE2241" w:rsidP="00607A94"/>
        </w:tc>
      </w:tr>
      <w:tr w:rsidR="00CE2241" w:rsidRPr="00F9329A" w14:paraId="03916792" w14:textId="77777777" w:rsidTr="00F66683">
        <w:tc>
          <w:tcPr>
            <w:tcW w:w="1985" w:type="dxa"/>
            <w:shd w:val="clear" w:color="auto" w:fill="FFFFFF" w:themeFill="background1"/>
          </w:tcPr>
          <w:p w14:paraId="045A7927" w14:textId="77777777"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1DE681EB" w14:textId="77777777" w:rsidR="00607A94" w:rsidRDefault="00607A94" w:rsidP="00607A94">
            <w:r>
              <w:t>Use of equipment (Photocopier/scanner, fax)</w:t>
            </w:r>
          </w:p>
          <w:p w14:paraId="2F12E96B" w14:textId="77777777" w:rsidR="00CE2241" w:rsidRPr="00F9329A" w:rsidRDefault="00CE2241" w:rsidP="00607A94"/>
        </w:tc>
      </w:tr>
      <w:tr w:rsidR="00CE2241" w:rsidRPr="00F9329A" w14:paraId="5DF56AFC" w14:textId="77777777" w:rsidTr="00F66683">
        <w:tc>
          <w:tcPr>
            <w:tcW w:w="1985" w:type="dxa"/>
            <w:shd w:val="clear" w:color="auto" w:fill="FFFFFF" w:themeFill="background1"/>
          </w:tcPr>
          <w:p w14:paraId="7C3EFA44" w14:textId="77777777"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171405AE" w14:textId="77777777" w:rsidR="00607A94" w:rsidRDefault="00607A94" w:rsidP="00607A94">
            <w:r>
              <w:t>Use of communications (phone, email, incoming fax, outlook calendar &amp; sharing and computer file system)</w:t>
            </w:r>
          </w:p>
          <w:p w14:paraId="762AAB2A" w14:textId="77777777" w:rsidR="00CE2241" w:rsidRPr="00F9329A" w:rsidRDefault="00CE2241" w:rsidP="00607A94"/>
        </w:tc>
      </w:tr>
      <w:tr w:rsidR="00CE2241" w:rsidRPr="00F9329A" w14:paraId="62443705" w14:textId="77777777" w:rsidTr="00F66683">
        <w:tc>
          <w:tcPr>
            <w:tcW w:w="1985" w:type="dxa"/>
            <w:shd w:val="clear" w:color="auto" w:fill="FFFFFF" w:themeFill="background1"/>
          </w:tcPr>
          <w:p w14:paraId="2B1621C9" w14:textId="77777777"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0B1AE680" w14:textId="77777777" w:rsidR="00607A94" w:rsidRDefault="00607A94" w:rsidP="00607A94">
            <w:r>
              <w:t>Location of policies and procedures and explanation of structure</w:t>
            </w:r>
          </w:p>
          <w:p w14:paraId="2209851C" w14:textId="77777777" w:rsidR="00CE2241" w:rsidRPr="00F9329A" w:rsidRDefault="00CE2241" w:rsidP="00607A94"/>
        </w:tc>
      </w:tr>
      <w:tr w:rsidR="00CE2241" w:rsidRPr="00F9329A" w14:paraId="24EBAACF" w14:textId="77777777" w:rsidTr="00F66683">
        <w:tc>
          <w:tcPr>
            <w:tcW w:w="1985" w:type="dxa"/>
            <w:shd w:val="clear" w:color="auto" w:fill="FFFFFF" w:themeFill="background1"/>
          </w:tcPr>
          <w:p w14:paraId="6DFFAF54" w14:textId="77777777"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04F614AB" w14:textId="77777777" w:rsidR="00607A94" w:rsidRDefault="00EC592C" w:rsidP="00607A94">
            <w:r>
              <w:t>Stakeholders</w:t>
            </w:r>
            <w:r w:rsidR="00607A94">
              <w:t xml:space="preserve"> and Emergency contact numbers supplied</w:t>
            </w:r>
          </w:p>
          <w:p w14:paraId="6F838E01" w14:textId="77777777" w:rsidR="00CE2241" w:rsidRPr="00F9329A" w:rsidRDefault="00CE2241" w:rsidP="00607A94"/>
        </w:tc>
      </w:tr>
      <w:tr w:rsidR="00CE2241" w:rsidRPr="00F9329A" w14:paraId="4082C629" w14:textId="77777777" w:rsidTr="00F66683">
        <w:tc>
          <w:tcPr>
            <w:tcW w:w="1985" w:type="dxa"/>
            <w:shd w:val="clear" w:color="auto" w:fill="FFFFFF" w:themeFill="background1"/>
          </w:tcPr>
          <w:p w14:paraId="00049727" w14:textId="77777777"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4B275F60" w14:textId="77777777" w:rsidR="00CE2241" w:rsidRPr="00F9329A" w:rsidRDefault="00607A94" w:rsidP="00607A94">
            <w:r w:rsidRPr="00607A94">
              <w:t>WH&amp;S Induction (including location of first aid box)</w:t>
            </w:r>
          </w:p>
        </w:tc>
      </w:tr>
      <w:tr w:rsidR="00F305DE" w:rsidRPr="00F9329A" w14:paraId="22DC6963" w14:textId="77777777" w:rsidTr="00F66683">
        <w:tc>
          <w:tcPr>
            <w:tcW w:w="1985" w:type="dxa"/>
            <w:shd w:val="clear" w:color="auto" w:fill="FFFFFF" w:themeFill="background1"/>
          </w:tcPr>
          <w:p w14:paraId="73F8E3E4" w14:textId="77777777" w:rsidR="00F305DE" w:rsidRPr="00621CE4" w:rsidRDefault="00F305DE" w:rsidP="00F66683">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2E4B893B" w14:textId="77777777" w:rsidR="00F305DE" w:rsidRPr="00F305DE" w:rsidRDefault="00F305DE" w:rsidP="00607A94">
            <w:pPr>
              <w:rPr>
                <w:b/>
              </w:rPr>
            </w:pPr>
            <w:r w:rsidRPr="00F305DE">
              <w:rPr>
                <w:b/>
              </w:rPr>
              <w:t xml:space="preserve">[insert </w:t>
            </w:r>
            <w:proofErr w:type="gramStart"/>
            <w:r w:rsidRPr="00F305DE">
              <w:rPr>
                <w:b/>
              </w:rPr>
              <w:t>other</w:t>
            </w:r>
            <w:proofErr w:type="gramEnd"/>
            <w:r w:rsidRPr="00F305DE">
              <w:rPr>
                <w:b/>
              </w:rPr>
              <w:t xml:space="preserve"> item]</w:t>
            </w:r>
          </w:p>
        </w:tc>
      </w:tr>
    </w:tbl>
    <w:p w14:paraId="7CC3C358" w14:textId="77777777" w:rsidR="00CE2241" w:rsidRDefault="00CE2241" w:rsidP="00CE2241"/>
    <w:p w14:paraId="7D29F2A3" w14:textId="77777777" w:rsidR="00CE2241" w:rsidRDefault="00CE2241" w:rsidP="00CE2241"/>
    <w:tbl>
      <w:tblPr>
        <w:tblStyle w:val="TableGrid"/>
        <w:tblW w:w="8931" w:type="dxa"/>
        <w:tblInd w:w="108" w:type="dxa"/>
        <w:tblLook w:val="04A0" w:firstRow="1" w:lastRow="0" w:firstColumn="1" w:lastColumn="0" w:noHBand="0" w:noVBand="1"/>
      </w:tblPr>
      <w:tblGrid>
        <w:gridCol w:w="1985"/>
        <w:gridCol w:w="6946"/>
      </w:tblGrid>
      <w:tr w:rsidR="00607A94" w:rsidRPr="00F9329A" w14:paraId="7D7931A9" w14:textId="77777777" w:rsidTr="00F66683">
        <w:tc>
          <w:tcPr>
            <w:tcW w:w="8931" w:type="dxa"/>
            <w:gridSpan w:val="2"/>
            <w:shd w:val="clear" w:color="auto" w:fill="000000" w:themeFill="text1"/>
          </w:tcPr>
          <w:p w14:paraId="4D4E582A" w14:textId="77777777" w:rsidR="00607A94" w:rsidRPr="00F305DE" w:rsidRDefault="00607A94" w:rsidP="00F305DE">
            <w:pPr>
              <w:rPr>
                <w:b/>
              </w:rPr>
            </w:pPr>
            <w:r w:rsidRPr="00F305DE">
              <w:rPr>
                <w:b/>
              </w:rPr>
              <w:t>Employee has received an Induction Pack that includes:</w:t>
            </w:r>
          </w:p>
          <w:p w14:paraId="51993453" w14:textId="77777777" w:rsidR="00607A94" w:rsidRPr="00F9329A" w:rsidRDefault="00607A94" w:rsidP="00F66683">
            <w:r w:rsidRPr="00281570">
              <w:rPr>
                <w:b/>
              </w:rPr>
              <w:tab/>
            </w:r>
          </w:p>
        </w:tc>
      </w:tr>
      <w:tr w:rsidR="00607A94" w:rsidRPr="00F9329A" w14:paraId="6771CB5D" w14:textId="77777777" w:rsidTr="00F66683">
        <w:tc>
          <w:tcPr>
            <w:tcW w:w="1985" w:type="dxa"/>
            <w:shd w:val="clear" w:color="auto" w:fill="D9D9D9" w:themeFill="background1" w:themeFillShade="D9"/>
          </w:tcPr>
          <w:p w14:paraId="2D73149C" w14:textId="77777777" w:rsidR="00607A94" w:rsidRPr="005542E9" w:rsidRDefault="00607A94" w:rsidP="00F66683">
            <w:pPr>
              <w:spacing w:line="360" w:lineRule="auto"/>
              <w:jc w:val="center"/>
              <w:rPr>
                <w:b/>
              </w:rPr>
            </w:pPr>
            <w:r>
              <w:rPr>
                <w:b/>
              </w:rPr>
              <w:t>Yes/No</w:t>
            </w:r>
          </w:p>
        </w:tc>
        <w:tc>
          <w:tcPr>
            <w:tcW w:w="6946" w:type="dxa"/>
            <w:shd w:val="clear" w:color="auto" w:fill="D9D9D9" w:themeFill="background1" w:themeFillShade="D9"/>
          </w:tcPr>
          <w:p w14:paraId="32EA7406" w14:textId="77777777" w:rsidR="00607A94" w:rsidRPr="005542E9" w:rsidRDefault="00607A94" w:rsidP="00F66683">
            <w:pPr>
              <w:spacing w:line="360" w:lineRule="auto"/>
              <w:jc w:val="center"/>
              <w:rPr>
                <w:b/>
              </w:rPr>
            </w:pPr>
            <w:r w:rsidRPr="005542E9">
              <w:rPr>
                <w:b/>
              </w:rPr>
              <w:t>Item</w:t>
            </w:r>
          </w:p>
        </w:tc>
      </w:tr>
      <w:tr w:rsidR="00607A94" w:rsidRPr="00F9329A" w14:paraId="5D78B161" w14:textId="77777777" w:rsidTr="00F66683">
        <w:tc>
          <w:tcPr>
            <w:tcW w:w="1985" w:type="dxa"/>
            <w:shd w:val="clear" w:color="auto" w:fill="FFFFFF" w:themeFill="background1"/>
            <w:vAlign w:val="center"/>
          </w:tcPr>
          <w:p w14:paraId="1393B00A" w14:textId="77777777" w:rsidR="00607A94" w:rsidRPr="00A30F6F" w:rsidRDefault="00607A94" w:rsidP="00F66683">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23D52FC6" w14:textId="77777777" w:rsidR="00484976" w:rsidRDefault="00484976" w:rsidP="00484976">
            <w:r>
              <w:t>Employee Contract</w:t>
            </w:r>
          </w:p>
          <w:p w14:paraId="449684FD" w14:textId="77777777" w:rsidR="00607A94" w:rsidRPr="00F9329A" w:rsidRDefault="00607A94" w:rsidP="00484976"/>
        </w:tc>
      </w:tr>
      <w:tr w:rsidR="00607A94" w:rsidRPr="00F9329A" w14:paraId="26691016" w14:textId="77777777" w:rsidTr="00F66683">
        <w:tc>
          <w:tcPr>
            <w:tcW w:w="1985" w:type="dxa"/>
            <w:shd w:val="clear" w:color="auto" w:fill="FFFFFF" w:themeFill="background1"/>
          </w:tcPr>
          <w:p w14:paraId="7A39BD69" w14:textId="77777777"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142469EC" w14:textId="77777777" w:rsidR="00484976" w:rsidRDefault="00484976" w:rsidP="00484976">
            <w:r>
              <w:t>Position Description</w:t>
            </w:r>
          </w:p>
          <w:p w14:paraId="5400311D" w14:textId="77777777" w:rsidR="00607A94" w:rsidRPr="00F9329A" w:rsidRDefault="00607A94" w:rsidP="00484976"/>
        </w:tc>
      </w:tr>
      <w:tr w:rsidR="00607A94" w:rsidRPr="00F9329A" w14:paraId="1CE80770" w14:textId="77777777" w:rsidTr="00F66683">
        <w:tc>
          <w:tcPr>
            <w:tcW w:w="1985" w:type="dxa"/>
            <w:shd w:val="clear" w:color="auto" w:fill="FFFFFF" w:themeFill="background1"/>
          </w:tcPr>
          <w:p w14:paraId="279ADAB6" w14:textId="77777777"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7AC52CDD" w14:textId="77777777" w:rsidR="00484976" w:rsidRDefault="00484976" w:rsidP="00484976">
            <w:r>
              <w:t>Code of Conduct</w:t>
            </w:r>
          </w:p>
          <w:p w14:paraId="795715B0" w14:textId="77777777" w:rsidR="00607A94" w:rsidRPr="00F9329A" w:rsidRDefault="00607A94" w:rsidP="00484976"/>
        </w:tc>
      </w:tr>
      <w:tr w:rsidR="00607A94" w:rsidRPr="00F9329A" w14:paraId="58C5B449" w14:textId="77777777" w:rsidTr="00F66683">
        <w:tc>
          <w:tcPr>
            <w:tcW w:w="1985" w:type="dxa"/>
            <w:shd w:val="clear" w:color="auto" w:fill="FFFFFF" w:themeFill="background1"/>
          </w:tcPr>
          <w:p w14:paraId="0C7208F7" w14:textId="77777777"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0DCEA4D4" w14:textId="77777777" w:rsidR="00484976" w:rsidRDefault="00484976" w:rsidP="00484976">
            <w:r>
              <w:t>Employee Contact Details Form</w:t>
            </w:r>
          </w:p>
          <w:p w14:paraId="4B961C3A" w14:textId="77777777" w:rsidR="00607A94" w:rsidRPr="00F9329A" w:rsidRDefault="00607A94" w:rsidP="00484976"/>
        </w:tc>
      </w:tr>
      <w:tr w:rsidR="00607A94" w:rsidRPr="00F9329A" w14:paraId="67F8F014" w14:textId="77777777" w:rsidTr="00F66683">
        <w:tc>
          <w:tcPr>
            <w:tcW w:w="1985" w:type="dxa"/>
            <w:shd w:val="clear" w:color="auto" w:fill="FFFFFF" w:themeFill="background1"/>
          </w:tcPr>
          <w:p w14:paraId="33A23ED8" w14:textId="77777777"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7251B4A4" w14:textId="77777777" w:rsidR="00484976" w:rsidRDefault="00484976" w:rsidP="00484976">
            <w:r>
              <w:t>Employee Bank Account Details Form</w:t>
            </w:r>
          </w:p>
          <w:p w14:paraId="438BDF0E" w14:textId="77777777" w:rsidR="00607A94" w:rsidRPr="00F9329A" w:rsidRDefault="00607A94" w:rsidP="00484976"/>
        </w:tc>
      </w:tr>
      <w:tr w:rsidR="00607A94" w:rsidRPr="00F9329A" w14:paraId="14A5D168" w14:textId="77777777" w:rsidTr="00F66683">
        <w:tc>
          <w:tcPr>
            <w:tcW w:w="1985" w:type="dxa"/>
            <w:shd w:val="clear" w:color="auto" w:fill="FFFFFF" w:themeFill="background1"/>
          </w:tcPr>
          <w:p w14:paraId="541F20DB" w14:textId="77777777"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493C597C" w14:textId="77777777" w:rsidR="00484976" w:rsidRDefault="00484976" w:rsidP="00484976">
            <w:r>
              <w:t>Tax File Number Declaration</w:t>
            </w:r>
          </w:p>
          <w:p w14:paraId="2B41C16A" w14:textId="77777777" w:rsidR="00607A94" w:rsidRPr="00F9329A" w:rsidRDefault="00607A94" w:rsidP="00484976"/>
        </w:tc>
      </w:tr>
      <w:tr w:rsidR="00607A94" w:rsidRPr="00F9329A" w14:paraId="2734623F" w14:textId="77777777" w:rsidTr="00F66683">
        <w:tc>
          <w:tcPr>
            <w:tcW w:w="1985" w:type="dxa"/>
            <w:shd w:val="clear" w:color="auto" w:fill="FFFFFF" w:themeFill="background1"/>
          </w:tcPr>
          <w:p w14:paraId="385F4AB7" w14:textId="77777777"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3AC21058" w14:textId="77777777" w:rsidR="00484976" w:rsidRDefault="00484976" w:rsidP="00484976">
            <w:r>
              <w:t>Superannuation – Standard Choice Form</w:t>
            </w:r>
          </w:p>
          <w:p w14:paraId="41F9CCD8" w14:textId="77777777" w:rsidR="00607A94" w:rsidRPr="00F9329A" w:rsidRDefault="00607A94" w:rsidP="00484976"/>
        </w:tc>
      </w:tr>
      <w:tr w:rsidR="00607A94" w:rsidRPr="00F9329A" w14:paraId="1A3566D4" w14:textId="77777777" w:rsidTr="00F66683">
        <w:tc>
          <w:tcPr>
            <w:tcW w:w="1985" w:type="dxa"/>
            <w:shd w:val="clear" w:color="auto" w:fill="FFFFFF" w:themeFill="background1"/>
          </w:tcPr>
          <w:p w14:paraId="1FA9D452" w14:textId="77777777"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51430190" w14:textId="77777777" w:rsidR="00484976" w:rsidRDefault="00484976" w:rsidP="00484976">
            <w:r>
              <w:t>Salary Sacrifice Agreement and associated information (if applicable)</w:t>
            </w:r>
          </w:p>
          <w:p w14:paraId="129FDEDC" w14:textId="77777777" w:rsidR="00607A94" w:rsidRPr="00F9329A" w:rsidRDefault="00607A94" w:rsidP="00484976"/>
        </w:tc>
      </w:tr>
      <w:tr w:rsidR="00607A94" w:rsidRPr="00F9329A" w14:paraId="510C6881" w14:textId="77777777" w:rsidTr="00F66683">
        <w:tc>
          <w:tcPr>
            <w:tcW w:w="1985" w:type="dxa"/>
            <w:shd w:val="clear" w:color="auto" w:fill="FFFFFF" w:themeFill="background1"/>
          </w:tcPr>
          <w:p w14:paraId="0DB6A2BE" w14:textId="77777777"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328E10B1" w14:textId="77777777" w:rsidR="00484976" w:rsidRPr="000117A9" w:rsidRDefault="00484976" w:rsidP="00484976">
            <w:r>
              <w:t xml:space="preserve">Fair Work Information Statement and the National Employment Standards </w:t>
            </w:r>
          </w:p>
          <w:p w14:paraId="0F231C96" w14:textId="77777777" w:rsidR="00607A94" w:rsidRPr="000117A9" w:rsidRDefault="00607A94" w:rsidP="00484976"/>
        </w:tc>
      </w:tr>
      <w:tr w:rsidR="00607A94" w:rsidRPr="00F9329A" w14:paraId="447FBFC0" w14:textId="77777777" w:rsidTr="00F66683">
        <w:tc>
          <w:tcPr>
            <w:tcW w:w="1985" w:type="dxa"/>
            <w:shd w:val="clear" w:color="auto" w:fill="FFFFFF" w:themeFill="background1"/>
          </w:tcPr>
          <w:p w14:paraId="6411F7AD" w14:textId="77777777"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20578762" w14:textId="77777777" w:rsidR="00484976" w:rsidRDefault="00484976" w:rsidP="00484976">
            <w:r>
              <w:t>Fact Sheet</w:t>
            </w:r>
          </w:p>
          <w:p w14:paraId="58F184C8" w14:textId="77777777" w:rsidR="00607A94" w:rsidRPr="000117A9" w:rsidRDefault="00607A94" w:rsidP="00484976"/>
        </w:tc>
      </w:tr>
      <w:tr w:rsidR="00607A94" w:rsidRPr="00F9329A" w14:paraId="18599E0C" w14:textId="77777777" w:rsidTr="00F66683">
        <w:tc>
          <w:tcPr>
            <w:tcW w:w="1985" w:type="dxa"/>
            <w:shd w:val="clear" w:color="auto" w:fill="FFFFFF" w:themeFill="background1"/>
          </w:tcPr>
          <w:p w14:paraId="73EC1372" w14:textId="77777777"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42B2EF6E" w14:textId="77777777" w:rsidR="00484976" w:rsidRDefault="00484976" w:rsidP="00484976">
            <w:r>
              <w:t>Latest Annual Report</w:t>
            </w:r>
          </w:p>
          <w:p w14:paraId="659821E8" w14:textId="77777777" w:rsidR="00607A94" w:rsidRPr="00F9329A" w:rsidRDefault="00607A94" w:rsidP="00484976"/>
        </w:tc>
      </w:tr>
      <w:tr w:rsidR="00607A94" w:rsidRPr="00F9329A" w14:paraId="6CC63B65" w14:textId="77777777" w:rsidTr="00F66683">
        <w:tc>
          <w:tcPr>
            <w:tcW w:w="1985" w:type="dxa"/>
            <w:shd w:val="clear" w:color="auto" w:fill="FFFFFF" w:themeFill="background1"/>
          </w:tcPr>
          <w:p w14:paraId="4110E0E4" w14:textId="77777777"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3F905CF3" w14:textId="77777777" w:rsidR="00484976" w:rsidRDefault="00484976" w:rsidP="00484976">
            <w:r>
              <w:t>Strategic Plan and other associated plans</w:t>
            </w:r>
          </w:p>
          <w:p w14:paraId="204AB31E" w14:textId="77777777" w:rsidR="00607A94" w:rsidRPr="000117A9" w:rsidRDefault="00607A94" w:rsidP="00484976"/>
        </w:tc>
      </w:tr>
      <w:tr w:rsidR="00607A94" w:rsidRPr="00F9329A" w14:paraId="2C7BE6EE" w14:textId="77777777" w:rsidTr="00F66683">
        <w:tc>
          <w:tcPr>
            <w:tcW w:w="1985" w:type="dxa"/>
            <w:shd w:val="clear" w:color="auto" w:fill="FFFFFF" w:themeFill="background1"/>
          </w:tcPr>
          <w:p w14:paraId="0BE1860F" w14:textId="77777777" w:rsidR="00607A94" w:rsidRPr="00F9329A" w:rsidRDefault="00607A94" w:rsidP="00F66683">
            <w:pPr>
              <w:spacing w:line="360" w:lineRule="auto"/>
              <w:jc w:val="center"/>
            </w:pPr>
            <w:r w:rsidRPr="00621CE4">
              <w:rPr>
                <w:b/>
              </w:rPr>
              <w:lastRenderedPageBreak/>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65E0A45F" w14:textId="77777777" w:rsidR="00484976" w:rsidRDefault="00484976" w:rsidP="00484976">
            <w:proofErr w:type="spellStart"/>
            <w:r>
              <w:t>Organisation</w:t>
            </w:r>
            <w:proofErr w:type="spellEnd"/>
            <w:r>
              <w:t xml:space="preserve"> Constitution</w:t>
            </w:r>
          </w:p>
          <w:p w14:paraId="760EAFD1" w14:textId="77777777" w:rsidR="00607A94" w:rsidRPr="000117A9" w:rsidRDefault="00607A94" w:rsidP="00484976"/>
        </w:tc>
      </w:tr>
      <w:tr w:rsidR="00607A94" w:rsidRPr="00F9329A" w14:paraId="39AB26B3" w14:textId="77777777" w:rsidTr="00F66683">
        <w:tc>
          <w:tcPr>
            <w:tcW w:w="1985" w:type="dxa"/>
            <w:shd w:val="clear" w:color="auto" w:fill="FFFFFF" w:themeFill="background1"/>
          </w:tcPr>
          <w:p w14:paraId="2856F1A2" w14:textId="77777777"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2A809E08" w14:textId="77777777" w:rsidR="00484976" w:rsidRDefault="00484976" w:rsidP="00484976">
            <w:r>
              <w:t xml:space="preserve">Latest publications </w:t>
            </w:r>
          </w:p>
          <w:p w14:paraId="233B6C01" w14:textId="77777777" w:rsidR="00607A94" w:rsidRPr="000117A9" w:rsidRDefault="00607A94" w:rsidP="00484976"/>
        </w:tc>
      </w:tr>
      <w:tr w:rsidR="00484976" w:rsidRPr="00F9329A" w14:paraId="19DC1E93" w14:textId="77777777" w:rsidTr="00F66683">
        <w:tc>
          <w:tcPr>
            <w:tcW w:w="1985" w:type="dxa"/>
            <w:shd w:val="clear" w:color="auto" w:fill="FFFFFF" w:themeFill="background1"/>
          </w:tcPr>
          <w:p w14:paraId="75F86DAD" w14:textId="77777777" w:rsidR="00484976" w:rsidRPr="00621CE4" w:rsidRDefault="00484976" w:rsidP="00484976">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56947F15" w14:textId="77777777" w:rsidR="00484976" w:rsidRPr="00F305DE" w:rsidRDefault="00484976" w:rsidP="00484976">
            <w:pPr>
              <w:rPr>
                <w:b/>
              </w:rPr>
            </w:pPr>
            <w:r w:rsidRPr="00F305DE">
              <w:rPr>
                <w:b/>
              </w:rPr>
              <w:t>[</w:t>
            </w:r>
            <w:r w:rsidR="00EC592C">
              <w:rPr>
                <w:b/>
              </w:rPr>
              <w:t>I</w:t>
            </w:r>
            <w:r w:rsidRPr="00F305DE">
              <w:rPr>
                <w:b/>
              </w:rPr>
              <w:t xml:space="preserve">nsert </w:t>
            </w:r>
            <w:proofErr w:type="gramStart"/>
            <w:r w:rsidRPr="00F305DE">
              <w:rPr>
                <w:b/>
              </w:rPr>
              <w:t>other</w:t>
            </w:r>
            <w:proofErr w:type="gramEnd"/>
            <w:r w:rsidRPr="00F305DE">
              <w:rPr>
                <w:b/>
              </w:rPr>
              <w:t xml:space="preserve"> item]</w:t>
            </w:r>
          </w:p>
        </w:tc>
      </w:tr>
    </w:tbl>
    <w:p w14:paraId="2C8DADFE" w14:textId="77777777" w:rsidR="005542E9" w:rsidRDefault="005542E9" w:rsidP="005542E9"/>
    <w:p w14:paraId="5258B2C7" w14:textId="77777777" w:rsidR="00F305DE" w:rsidRDefault="00F305DE" w:rsidP="002031CF"/>
    <w:tbl>
      <w:tblPr>
        <w:tblStyle w:val="TableGrid"/>
        <w:tblW w:w="8931" w:type="dxa"/>
        <w:tblInd w:w="108" w:type="dxa"/>
        <w:tblLook w:val="04A0" w:firstRow="1" w:lastRow="0" w:firstColumn="1" w:lastColumn="0" w:noHBand="0" w:noVBand="1"/>
      </w:tblPr>
      <w:tblGrid>
        <w:gridCol w:w="1985"/>
        <w:gridCol w:w="6946"/>
      </w:tblGrid>
      <w:tr w:rsidR="00F66683" w:rsidRPr="00F9329A" w14:paraId="284266F7" w14:textId="77777777" w:rsidTr="00F66683">
        <w:tc>
          <w:tcPr>
            <w:tcW w:w="8931" w:type="dxa"/>
            <w:gridSpan w:val="2"/>
            <w:shd w:val="clear" w:color="auto" w:fill="000000" w:themeFill="text1"/>
          </w:tcPr>
          <w:p w14:paraId="2FCF5D67" w14:textId="77777777" w:rsidR="00F66683" w:rsidRPr="00F305DE" w:rsidRDefault="00F66683" w:rsidP="00F66683">
            <w:pPr>
              <w:rPr>
                <w:b/>
              </w:rPr>
            </w:pPr>
            <w:r>
              <w:rPr>
                <w:b/>
              </w:rPr>
              <w:t>First Week</w:t>
            </w:r>
          </w:p>
          <w:p w14:paraId="413EFB7B" w14:textId="77777777" w:rsidR="00F66683" w:rsidRPr="00F9329A" w:rsidRDefault="00F66683" w:rsidP="00F66683">
            <w:r w:rsidRPr="00281570">
              <w:rPr>
                <w:b/>
              </w:rPr>
              <w:tab/>
            </w:r>
          </w:p>
        </w:tc>
      </w:tr>
      <w:tr w:rsidR="00F66683" w:rsidRPr="00F9329A" w14:paraId="7F6B0467" w14:textId="77777777" w:rsidTr="00F66683">
        <w:tc>
          <w:tcPr>
            <w:tcW w:w="1985" w:type="dxa"/>
            <w:shd w:val="clear" w:color="auto" w:fill="D9D9D9" w:themeFill="background1" w:themeFillShade="D9"/>
          </w:tcPr>
          <w:p w14:paraId="1674DDEF" w14:textId="77777777" w:rsidR="00F66683" w:rsidRPr="005542E9" w:rsidRDefault="00F66683" w:rsidP="00F66683">
            <w:pPr>
              <w:spacing w:line="360" w:lineRule="auto"/>
              <w:jc w:val="center"/>
              <w:rPr>
                <w:b/>
              </w:rPr>
            </w:pPr>
            <w:r>
              <w:rPr>
                <w:b/>
              </w:rPr>
              <w:t>Yes/No</w:t>
            </w:r>
          </w:p>
        </w:tc>
        <w:tc>
          <w:tcPr>
            <w:tcW w:w="6946" w:type="dxa"/>
            <w:shd w:val="clear" w:color="auto" w:fill="D9D9D9" w:themeFill="background1" w:themeFillShade="D9"/>
          </w:tcPr>
          <w:p w14:paraId="1C72E940" w14:textId="77777777" w:rsidR="00F66683" w:rsidRPr="005542E9" w:rsidRDefault="00F66683" w:rsidP="00F66683">
            <w:pPr>
              <w:spacing w:line="360" w:lineRule="auto"/>
              <w:jc w:val="center"/>
              <w:rPr>
                <w:b/>
              </w:rPr>
            </w:pPr>
            <w:r w:rsidRPr="005542E9">
              <w:rPr>
                <w:b/>
              </w:rPr>
              <w:t>Item</w:t>
            </w:r>
          </w:p>
        </w:tc>
      </w:tr>
      <w:tr w:rsidR="00F66683" w:rsidRPr="00F9329A" w14:paraId="734AE12C" w14:textId="77777777" w:rsidTr="00F66683">
        <w:tc>
          <w:tcPr>
            <w:tcW w:w="1985" w:type="dxa"/>
            <w:shd w:val="clear" w:color="auto" w:fill="FFFFFF" w:themeFill="background1"/>
            <w:vAlign w:val="center"/>
          </w:tcPr>
          <w:p w14:paraId="4794E08C" w14:textId="77777777" w:rsidR="00F66683" w:rsidRPr="00A30F6F" w:rsidRDefault="00F66683" w:rsidP="00F66683">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357741E3" w14:textId="77777777" w:rsidR="00D35D00" w:rsidRDefault="00D35D00" w:rsidP="00D35D00">
            <w:r>
              <w:t>Informed of three (3) month probationary period</w:t>
            </w:r>
          </w:p>
          <w:p w14:paraId="3B2771F0" w14:textId="77777777" w:rsidR="00F66683" w:rsidRPr="00F9329A" w:rsidRDefault="00F66683" w:rsidP="00D35D00"/>
        </w:tc>
      </w:tr>
      <w:tr w:rsidR="00F66683" w:rsidRPr="00F9329A" w14:paraId="628BB8E9" w14:textId="77777777" w:rsidTr="00F66683">
        <w:tc>
          <w:tcPr>
            <w:tcW w:w="1985" w:type="dxa"/>
            <w:shd w:val="clear" w:color="auto" w:fill="FFFFFF" w:themeFill="background1"/>
          </w:tcPr>
          <w:p w14:paraId="1AAD3EC9" w14:textId="77777777"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034E6AC8" w14:textId="77777777" w:rsidR="00D35D00" w:rsidRDefault="00D35D00" w:rsidP="00D35D00">
            <w:r>
              <w:t>Performance and development review process explained</w:t>
            </w:r>
          </w:p>
          <w:p w14:paraId="72633240" w14:textId="77777777" w:rsidR="00F66683" w:rsidRPr="00F9329A" w:rsidRDefault="00F66683" w:rsidP="00D35D00"/>
        </w:tc>
      </w:tr>
      <w:tr w:rsidR="00F66683" w:rsidRPr="00F9329A" w14:paraId="18A73096" w14:textId="77777777" w:rsidTr="00F66683">
        <w:tc>
          <w:tcPr>
            <w:tcW w:w="1985" w:type="dxa"/>
            <w:shd w:val="clear" w:color="auto" w:fill="FFFFFF" w:themeFill="background1"/>
          </w:tcPr>
          <w:p w14:paraId="2541B690" w14:textId="77777777"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650565B6" w14:textId="77777777" w:rsidR="00D35D00" w:rsidRDefault="00D35D00" w:rsidP="00D35D00">
            <w:r>
              <w:t xml:space="preserve">Attendance, leave and holidays (work hours, </w:t>
            </w:r>
            <w:proofErr w:type="spellStart"/>
            <w:r>
              <w:t>etc</w:t>
            </w:r>
            <w:proofErr w:type="spellEnd"/>
            <w:r>
              <w:t>)</w:t>
            </w:r>
          </w:p>
          <w:p w14:paraId="1B1BE830" w14:textId="77777777" w:rsidR="00F66683" w:rsidRPr="00F9329A" w:rsidRDefault="00F66683" w:rsidP="00D35D00"/>
        </w:tc>
      </w:tr>
      <w:tr w:rsidR="00F66683" w:rsidRPr="00F9329A" w14:paraId="4AEB58D1" w14:textId="77777777" w:rsidTr="00F66683">
        <w:tc>
          <w:tcPr>
            <w:tcW w:w="1985" w:type="dxa"/>
            <w:shd w:val="clear" w:color="auto" w:fill="FFFFFF" w:themeFill="background1"/>
          </w:tcPr>
          <w:p w14:paraId="60FFB857" w14:textId="77777777"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4D4FD73E" w14:textId="77777777" w:rsidR="00D35D00" w:rsidRDefault="00D35D00" w:rsidP="00D35D00">
            <w:r>
              <w:t>Benefits explained</w:t>
            </w:r>
          </w:p>
          <w:p w14:paraId="0B01461C" w14:textId="77777777" w:rsidR="00F66683" w:rsidRPr="00F9329A" w:rsidRDefault="00F66683" w:rsidP="00D35D00"/>
        </w:tc>
      </w:tr>
      <w:tr w:rsidR="00F66683" w:rsidRPr="00F9329A" w14:paraId="1A356FAF" w14:textId="77777777" w:rsidTr="00F66683">
        <w:tc>
          <w:tcPr>
            <w:tcW w:w="1985" w:type="dxa"/>
            <w:shd w:val="clear" w:color="auto" w:fill="FFFFFF" w:themeFill="background1"/>
          </w:tcPr>
          <w:p w14:paraId="41BB300E" w14:textId="77777777"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452F52AA" w14:textId="77777777" w:rsidR="00D35D00" w:rsidRDefault="00D35D00" w:rsidP="00D35D00">
            <w:r>
              <w:t>Pay periods explained</w:t>
            </w:r>
          </w:p>
          <w:p w14:paraId="43832BD5" w14:textId="77777777" w:rsidR="00F66683" w:rsidRPr="00F9329A" w:rsidRDefault="00F66683" w:rsidP="00D35D00"/>
        </w:tc>
      </w:tr>
      <w:tr w:rsidR="00F66683" w:rsidRPr="00F9329A" w14:paraId="5A5E5FDF" w14:textId="77777777" w:rsidTr="00F66683">
        <w:tc>
          <w:tcPr>
            <w:tcW w:w="1985" w:type="dxa"/>
            <w:shd w:val="clear" w:color="auto" w:fill="FFFFFF" w:themeFill="background1"/>
          </w:tcPr>
          <w:p w14:paraId="0F0A563B" w14:textId="77777777"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1A9ADE1E" w14:textId="77777777" w:rsidR="00D35D00" w:rsidRDefault="00D35D00" w:rsidP="00D35D00">
            <w:r>
              <w:t>Payroll deductions and salary sacrifice options explained (if applicable)</w:t>
            </w:r>
          </w:p>
          <w:p w14:paraId="4247DFB8" w14:textId="77777777" w:rsidR="00F66683" w:rsidRPr="00F9329A" w:rsidRDefault="00F66683" w:rsidP="00D35D00"/>
        </w:tc>
      </w:tr>
      <w:tr w:rsidR="00F66683" w:rsidRPr="00F9329A" w14:paraId="25312274" w14:textId="77777777" w:rsidTr="00F66683">
        <w:tc>
          <w:tcPr>
            <w:tcW w:w="1985" w:type="dxa"/>
            <w:shd w:val="clear" w:color="auto" w:fill="FFFFFF" w:themeFill="background1"/>
          </w:tcPr>
          <w:p w14:paraId="7190D988" w14:textId="77777777"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5CF62958" w14:textId="77777777" w:rsidR="00D35D00" w:rsidRDefault="00D35D00" w:rsidP="00D35D00">
            <w:r>
              <w:t xml:space="preserve">Legal obligations (WH&amp;S, discrimination, sexual harassment, privacy, code of conduct) </w:t>
            </w:r>
          </w:p>
          <w:p w14:paraId="6A9D0762" w14:textId="77777777" w:rsidR="00F66683" w:rsidRPr="00F9329A" w:rsidRDefault="00F66683" w:rsidP="00D35D00"/>
        </w:tc>
      </w:tr>
      <w:tr w:rsidR="00F66683" w:rsidRPr="00F9329A" w14:paraId="72BCC7F3" w14:textId="77777777" w:rsidTr="00F66683">
        <w:tc>
          <w:tcPr>
            <w:tcW w:w="1985" w:type="dxa"/>
            <w:shd w:val="clear" w:color="auto" w:fill="FFFFFF" w:themeFill="background1"/>
          </w:tcPr>
          <w:p w14:paraId="69038C89" w14:textId="77777777"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48336026" w14:textId="77777777" w:rsidR="00D35D00" w:rsidRDefault="00D35D00" w:rsidP="00D35D00">
            <w:r>
              <w:t xml:space="preserve">Meeting with CEO/Manager (Vision, </w:t>
            </w:r>
            <w:proofErr w:type="gramStart"/>
            <w:r>
              <w:t>governance</w:t>
            </w:r>
            <w:proofErr w:type="gramEnd"/>
            <w:r>
              <w:t xml:space="preserve"> and management structures, etc.)</w:t>
            </w:r>
          </w:p>
          <w:p w14:paraId="75FC7FB9" w14:textId="77777777" w:rsidR="00F66683" w:rsidRPr="00F9329A" w:rsidRDefault="00F66683" w:rsidP="00D35D00"/>
        </w:tc>
      </w:tr>
      <w:tr w:rsidR="00F66683" w:rsidRPr="00F9329A" w14:paraId="462BDDFB" w14:textId="77777777" w:rsidTr="00F66683">
        <w:tc>
          <w:tcPr>
            <w:tcW w:w="1985" w:type="dxa"/>
            <w:shd w:val="clear" w:color="auto" w:fill="FFFFFF" w:themeFill="background1"/>
          </w:tcPr>
          <w:p w14:paraId="4F4FBD46" w14:textId="77777777"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411CF3FB" w14:textId="77777777" w:rsidR="00D35D00" w:rsidRDefault="00D35D00" w:rsidP="00D35D00">
            <w:r>
              <w:t>Meeting with staff to discuss current projects/programs/services</w:t>
            </w:r>
          </w:p>
          <w:p w14:paraId="0EC8BDF3" w14:textId="77777777" w:rsidR="00F66683" w:rsidRPr="000117A9" w:rsidRDefault="00F66683" w:rsidP="00D35D00"/>
        </w:tc>
      </w:tr>
      <w:tr w:rsidR="00F66683" w:rsidRPr="00F9329A" w14:paraId="5E6E05A7" w14:textId="77777777" w:rsidTr="00F66683">
        <w:tc>
          <w:tcPr>
            <w:tcW w:w="1985" w:type="dxa"/>
            <w:shd w:val="clear" w:color="auto" w:fill="FFFFFF" w:themeFill="background1"/>
          </w:tcPr>
          <w:p w14:paraId="1BEFC3B2" w14:textId="77777777"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58335183" w14:textId="77777777" w:rsidR="00D35D00" w:rsidRDefault="00D35D00" w:rsidP="00D35D00">
            <w:r>
              <w:t>Role and responsibilities (including their involvement in internal processes, communication activities, meeting attendance, reporting requirements)</w:t>
            </w:r>
          </w:p>
          <w:p w14:paraId="43CB043A" w14:textId="77777777" w:rsidR="00F66683" w:rsidRPr="000117A9" w:rsidRDefault="00F66683" w:rsidP="00D35D00"/>
        </w:tc>
      </w:tr>
      <w:tr w:rsidR="00F66683" w:rsidRPr="00F9329A" w14:paraId="4C587066" w14:textId="77777777" w:rsidTr="00F66683">
        <w:tc>
          <w:tcPr>
            <w:tcW w:w="1985" w:type="dxa"/>
            <w:shd w:val="clear" w:color="auto" w:fill="FFFFFF" w:themeFill="background1"/>
          </w:tcPr>
          <w:p w14:paraId="3DDBB6AD" w14:textId="77777777"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30FBF0FA" w14:textId="77777777" w:rsidR="00F66683" w:rsidRPr="00F9329A" w:rsidRDefault="00D35D00" w:rsidP="00D35D00">
            <w:r w:rsidRPr="00D35D00">
              <w:t>Staff informed of staff meetings and their role (including chairing and minute taking)</w:t>
            </w:r>
          </w:p>
        </w:tc>
      </w:tr>
      <w:tr w:rsidR="00F66683" w:rsidRPr="00F9329A" w14:paraId="2406CAE7" w14:textId="77777777" w:rsidTr="00F66683">
        <w:tc>
          <w:tcPr>
            <w:tcW w:w="1985" w:type="dxa"/>
            <w:shd w:val="clear" w:color="auto" w:fill="FFFFFF" w:themeFill="background1"/>
          </w:tcPr>
          <w:p w14:paraId="77DCE121" w14:textId="77777777" w:rsidR="00F66683" w:rsidRPr="00621CE4" w:rsidRDefault="00F66683" w:rsidP="00F66683">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14:paraId="6FB5944A" w14:textId="77777777" w:rsidR="00F66683" w:rsidRPr="00F305DE" w:rsidRDefault="00F66683" w:rsidP="00D35D00">
            <w:pPr>
              <w:rPr>
                <w:b/>
              </w:rPr>
            </w:pPr>
            <w:r w:rsidRPr="00F305DE">
              <w:rPr>
                <w:b/>
              </w:rPr>
              <w:t>[</w:t>
            </w:r>
            <w:r>
              <w:rPr>
                <w:b/>
              </w:rPr>
              <w:t>I</w:t>
            </w:r>
            <w:r w:rsidRPr="00F305DE">
              <w:rPr>
                <w:b/>
              </w:rPr>
              <w:t xml:space="preserve">nsert </w:t>
            </w:r>
            <w:proofErr w:type="gramStart"/>
            <w:r w:rsidRPr="00F305DE">
              <w:rPr>
                <w:b/>
              </w:rPr>
              <w:t>other</w:t>
            </w:r>
            <w:proofErr w:type="gramEnd"/>
            <w:r w:rsidRPr="00F305DE">
              <w:rPr>
                <w:b/>
              </w:rPr>
              <w:t xml:space="preserve"> item]</w:t>
            </w:r>
          </w:p>
        </w:tc>
      </w:tr>
    </w:tbl>
    <w:p w14:paraId="33A2C8AD" w14:textId="77777777" w:rsidR="00F305DE" w:rsidRDefault="00F305DE" w:rsidP="002031CF"/>
    <w:p w14:paraId="06F956A3" w14:textId="77777777" w:rsidR="00F305DE" w:rsidRDefault="00F305DE" w:rsidP="002031CF"/>
    <w:tbl>
      <w:tblPr>
        <w:tblStyle w:val="TableGrid"/>
        <w:tblW w:w="8931" w:type="dxa"/>
        <w:tblInd w:w="108" w:type="dxa"/>
        <w:tblLook w:val="04A0" w:firstRow="1" w:lastRow="0" w:firstColumn="1" w:lastColumn="0" w:noHBand="0" w:noVBand="1"/>
      </w:tblPr>
      <w:tblGrid>
        <w:gridCol w:w="1985"/>
        <w:gridCol w:w="6946"/>
      </w:tblGrid>
      <w:tr w:rsidR="00D767F5" w:rsidRPr="00F9329A" w14:paraId="2FE553F3" w14:textId="77777777" w:rsidTr="008C2BA7">
        <w:tc>
          <w:tcPr>
            <w:tcW w:w="8931" w:type="dxa"/>
            <w:gridSpan w:val="2"/>
            <w:shd w:val="clear" w:color="auto" w:fill="000000" w:themeFill="text1"/>
          </w:tcPr>
          <w:p w14:paraId="267D7120" w14:textId="77777777" w:rsidR="00D767F5" w:rsidRPr="00F305DE" w:rsidRDefault="00D767F5" w:rsidP="008C2BA7">
            <w:pPr>
              <w:rPr>
                <w:b/>
              </w:rPr>
            </w:pPr>
            <w:r>
              <w:rPr>
                <w:b/>
              </w:rPr>
              <w:t>First Month</w:t>
            </w:r>
          </w:p>
          <w:p w14:paraId="35699E29" w14:textId="77777777" w:rsidR="00D767F5" w:rsidRPr="00F9329A" w:rsidRDefault="00D767F5" w:rsidP="008C2BA7">
            <w:r w:rsidRPr="00281570">
              <w:rPr>
                <w:b/>
              </w:rPr>
              <w:tab/>
            </w:r>
          </w:p>
        </w:tc>
      </w:tr>
      <w:tr w:rsidR="00D767F5" w:rsidRPr="00F9329A" w14:paraId="7088E5DA" w14:textId="77777777" w:rsidTr="008C2BA7">
        <w:tc>
          <w:tcPr>
            <w:tcW w:w="1985" w:type="dxa"/>
            <w:shd w:val="clear" w:color="auto" w:fill="D9D9D9" w:themeFill="background1" w:themeFillShade="D9"/>
          </w:tcPr>
          <w:p w14:paraId="0BD26EF1" w14:textId="77777777" w:rsidR="00D767F5" w:rsidRPr="005542E9" w:rsidRDefault="00D767F5" w:rsidP="008C2BA7">
            <w:pPr>
              <w:spacing w:line="360" w:lineRule="auto"/>
              <w:jc w:val="center"/>
              <w:rPr>
                <w:b/>
              </w:rPr>
            </w:pPr>
            <w:r>
              <w:rPr>
                <w:b/>
              </w:rPr>
              <w:t>Yes/No</w:t>
            </w:r>
          </w:p>
        </w:tc>
        <w:tc>
          <w:tcPr>
            <w:tcW w:w="6946" w:type="dxa"/>
            <w:shd w:val="clear" w:color="auto" w:fill="D9D9D9" w:themeFill="background1" w:themeFillShade="D9"/>
          </w:tcPr>
          <w:p w14:paraId="22F6C8FA" w14:textId="77777777" w:rsidR="00D767F5" w:rsidRPr="005542E9" w:rsidRDefault="00D767F5" w:rsidP="008C2BA7">
            <w:pPr>
              <w:spacing w:line="360" w:lineRule="auto"/>
              <w:jc w:val="center"/>
              <w:rPr>
                <w:b/>
              </w:rPr>
            </w:pPr>
            <w:r w:rsidRPr="005542E9">
              <w:rPr>
                <w:b/>
              </w:rPr>
              <w:t>Item</w:t>
            </w:r>
          </w:p>
        </w:tc>
      </w:tr>
      <w:tr w:rsidR="00D767F5" w:rsidRPr="00F9329A" w14:paraId="4C668FF1" w14:textId="77777777" w:rsidTr="008C2BA7">
        <w:tc>
          <w:tcPr>
            <w:tcW w:w="1985" w:type="dxa"/>
            <w:shd w:val="clear" w:color="auto" w:fill="FFFFFF" w:themeFill="background1"/>
            <w:vAlign w:val="center"/>
          </w:tcPr>
          <w:p w14:paraId="4EE6BD87" w14:textId="77777777"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14:paraId="0501BC16" w14:textId="77777777" w:rsidR="00BD3B2D" w:rsidRDefault="00BD3B2D" w:rsidP="00BD3B2D">
            <w:r>
              <w:t>Workplan developed in collaboration with staff member</w:t>
            </w:r>
          </w:p>
          <w:p w14:paraId="2E995BE1" w14:textId="77777777" w:rsidR="00D767F5" w:rsidRPr="00F9329A" w:rsidRDefault="00D767F5" w:rsidP="00BD3B2D"/>
        </w:tc>
      </w:tr>
      <w:tr w:rsidR="00D767F5" w:rsidRPr="00F9329A" w14:paraId="47BE2F9C" w14:textId="77777777" w:rsidTr="008C2BA7">
        <w:tc>
          <w:tcPr>
            <w:tcW w:w="1985" w:type="dxa"/>
            <w:shd w:val="clear" w:color="auto" w:fill="FFFFFF" w:themeFill="background1"/>
          </w:tcPr>
          <w:p w14:paraId="15ACFC27" w14:textId="77777777"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14:paraId="2852115A" w14:textId="77777777" w:rsidR="00BD3B2D" w:rsidRDefault="00BD3B2D" w:rsidP="00BD3B2D">
            <w:r>
              <w:t>Monthly meetings with supervisor established</w:t>
            </w:r>
          </w:p>
          <w:p w14:paraId="6F707179" w14:textId="77777777" w:rsidR="00D767F5" w:rsidRPr="00F9329A" w:rsidRDefault="00D767F5" w:rsidP="00BD3B2D"/>
        </w:tc>
      </w:tr>
      <w:tr w:rsidR="00D767F5" w:rsidRPr="00F9329A" w14:paraId="3443AA97" w14:textId="77777777" w:rsidTr="008C2BA7">
        <w:tc>
          <w:tcPr>
            <w:tcW w:w="1985" w:type="dxa"/>
            <w:shd w:val="clear" w:color="auto" w:fill="FFFFFF" w:themeFill="background1"/>
          </w:tcPr>
          <w:p w14:paraId="663548DD" w14:textId="77777777"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14:paraId="25393448" w14:textId="77777777" w:rsidR="00BD3B2D" w:rsidRDefault="00BD3B2D" w:rsidP="00BD3B2D">
            <w:r>
              <w:t xml:space="preserve">Introduced to [insert </w:t>
            </w:r>
            <w:proofErr w:type="spellStart"/>
            <w:r>
              <w:t>organisation</w:t>
            </w:r>
            <w:proofErr w:type="spellEnd"/>
            <w:r>
              <w:t xml:space="preserve"> name] President</w:t>
            </w:r>
            <w:r w:rsidR="00281D91">
              <w:t>/ chairperson</w:t>
            </w:r>
          </w:p>
          <w:p w14:paraId="1E977A83" w14:textId="77777777" w:rsidR="00D767F5" w:rsidRPr="00F9329A" w:rsidRDefault="00D767F5" w:rsidP="00BD3B2D"/>
        </w:tc>
      </w:tr>
      <w:tr w:rsidR="00D767F5" w:rsidRPr="00F9329A" w14:paraId="3DEF14EC" w14:textId="77777777" w:rsidTr="008C2BA7">
        <w:tc>
          <w:tcPr>
            <w:tcW w:w="1985" w:type="dxa"/>
            <w:shd w:val="clear" w:color="auto" w:fill="FFFFFF" w:themeFill="background1"/>
          </w:tcPr>
          <w:p w14:paraId="22F422C5" w14:textId="77777777"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14:paraId="0AE6B716" w14:textId="77777777" w:rsidR="00BD3B2D" w:rsidRDefault="00BD3B2D" w:rsidP="00BD3B2D">
            <w:r>
              <w:t xml:space="preserve">Communication to stakeholders about new staff member and their role </w:t>
            </w:r>
          </w:p>
          <w:p w14:paraId="500A8076" w14:textId="77777777" w:rsidR="00D767F5" w:rsidRPr="00F9329A" w:rsidRDefault="00D767F5" w:rsidP="00BD3B2D"/>
        </w:tc>
      </w:tr>
      <w:tr w:rsidR="00D767F5" w:rsidRPr="00F9329A" w14:paraId="7E845E9C" w14:textId="77777777" w:rsidTr="008C2BA7">
        <w:tc>
          <w:tcPr>
            <w:tcW w:w="1985" w:type="dxa"/>
            <w:shd w:val="clear" w:color="auto" w:fill="FFFFFF" w:themeFill="background1"/>
          </w:tcPr>
          <w:p w14:paraId="18026459" w14:textId="77777777" w:rsidR="00D767F5" w:rsidRPr="00BD3B2D" w:rsidRDefault="00D767F5" w:rsidP="00BD3B2D">
            <w:pPr>
              <w:jc w:val="center"/>
              <w:rPr>
                <w:b/>
              </w:rPr>
            </w:pPr>
            <w:r w:rsidRPr="00BD3B2D">
              <w:rPr>
                <w:b/>
              </w:rPr>
              <w:lastRenderedPageBreak/>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14:paraId="2ED0702B" w14:textId="77777777" w:rsidR="00BD3B2D" w:rsidRDefault="00BD3B2D" w:rsidP="00BD3B2D">
            <w:r>
              <w:t xml:space="preserve">Procedure for booking </w:t>
            </w:r>
            <w:proofErr w:type="gramStart"/>
            <w:r>
              <w:t>car pool</w:t>
            </w:r>
            <w:proofErr w:type="gramEnd"/>
            <w:r>
              <w:t xml:space="preserve"> vehicle, meeting rooms and shared equipment</w:t>
            </w:r>
          </w:p>
          <w:p w14:paraId="0D6BE031" w14:textId="77777777" w:rsidR="00D767F5" w:rsidRPr="00F9329A" w:rsidRDefault="00D767F5" w:rsidP="00BD3B2D"/>
        </w:tc>
      </w:tr>
      <w:tr w:rsidR="00D767F5" w:rsidRPr="00F9329A" w14:paraId="7411B131" w14:textId="77777777" w:rsidTr="008C2BA7">
        <w:tc>
          <w:tcPr>
            <w:tcW w:w="1985" w:type="dxa"/>
            <w:shd w:val="clear" w:color="auto" w:fill="FFFFFF" w:themeFill="background1"/>
          </w:tcPr>
          <w:p w14:paraId="372E8A52" w14:textId="77777777"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14:paraId="0F7D4B2D" w14:textId="77777777" w:rsidR="00BD3B2D" w:rsidRDefault="00BD3B2D" w:rsidP="00BD3B2D">
            <w:r>
              <w:t>Process for ordering stationary</w:t>
            </w:r>
          </w:p>
          <w:p w14:paraId="54B9B997" w14:textId="77777777" w:rsidR="00D767F5" w:rsidRPr="00F9329A" w:rsidRDefault="00D767F5" w:rsidP="00BD3B2D"/>
        </w:tc>
      </w:tr>
      <w:tr w:rsidR="00D767F5" w:rsidRPr="00F9329A" w14:paraId="60D3042D" w14:textId="77777777" w:rsidTr="008C2BA7">
        <w:tc>
          <w:tcPr>
            <w:tcW w:w="1985" w:type="dxa"/>
            <w:shd w:val="clear" w:color="auto" w:fill="FFFFFF" w:themeFill="background1"/>
          </w:tcPr>
          <w:p w14:paraId="65C78EBF" w14:textId="77777777"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14:paraId="33BC2F99" w14:textId="77777777" w:rsidR="00BD3B2D" w:rsidRDefault="00BD3B2D" w:rsidP="00BD3B2D">
            <w:r>
              <w:t>Process for claiming petty cash and other expenses</w:t>
            </w:r>
          </w:p>
          <w:p w14:paraId="557ABDDF" w14:textId="77777777" w:rsidR="00D767F5" w:rsidRPr="00F9329A" w:rsidRDefault="00D767F5" w:rsidP="00BD3B2D"/>
        </w:tc>
      </w:tr>
      <w:tr w:rsidR="00D767F5" w:rsidRPr="00F9329A" w14:paraId="1DA18D49" w14:textId="77777777" w:rsidTr="008C2BA7">
        <w:tc>
          <w:tcPr>
            <w:tcW w:w="1985" w:type="dxa"/>
            <w:shd w:val="clear" w:color="auto" w:fill="FFFFFF" w:themeFill="background1"/>
          </w:tcPr>
          <w:p w14:paraId="1A542F55" w14:textId="77777777"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14:paraId="2AA88275" w14:textId="77777777" w:rsidR="00D767F5" w:rsidRPr="00F9329A" w:rsidRDefault="00BD3B2D" w:rsidP="00BD3B2D">
            <w:r w:rsidRPr="00BD3B2D">
              <w:t>Website and database training (if applicable)</w:t>
            </w:r>
          </w:p>
        </w:tc>
      </w:tr>
      <w:tr w:rsidR="00D767F5" w:rsidRPr="00F9329A" w14:paraId="12171091" w14:textId="77777777" w:rsidTr="008C2BA7">
        <w:tc>
          <w:tcPr>
            <w:tcW w:w="1985" w:type="dxa"/>
            <w:shd w:val="clear" w:color="auto" w:fill="FFFFFF" w:themeFill="background1"/>
          </w:tcPr>
          <w:p w14:paraId="59B5E7A2" w14:textId="77777777"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14:paraId="328421F2" w14:textId="77777777" w:rsidR="00D767F5" w:rsidRPr="00F305DE" w:rsidRDefault="00D767F5" w:rsidP="00BD3B2D">
            <w:pPr>
              <w:rPr>
                <w:b/>
              </w:rPr>
            </w:pPr>
            <w:r w:rsidRPr="00F305DE">
              <w:rPr>
                <w:b/>
              </w:rPr>
              <w:t>[</w:t>
            </w:r>
            <w:r>
              <w:rPr>
                <w:b/>
              </w:rPr>
              <w:t>I</w:t>
            </w:r>
            <w:r w:rsidRPr="00F305DE">
              <w:rPr>
                <w:b/>
              </w:rPr>
              <w:t xml:space="preserve">nsert </w:t>
            </w:r>
            <w:proofErr w:type="gramStart"/>
            <w:r w:rsidRPr="00F305DE">
              <w:rPr>
                <w:b/>
              </w:rPr>
              <w:t>other</w:t>
            </w:r>
            <w:proofErr w:type="gramEnd"/>
            <w:r w:rsidRPr="00F305DE">
              <w:rPr>
                <w:b/>
              </w:rPr>
              <w:t xml:space="preserve"> item]</w:t>
            </w:r>
          </w:p>
        </w:tc>
      </w:tr>
    </w:tbl>
    <w:p w14:paraId="19E34160" w14:textId="77777777" w:rsidR="00F305DE" w:rsidRDefault="00F305DE" w:rsidP="002031CF"/>
    <w:p w14:paraId="3E4FCA47" w14:textId="77777777" w:rsidR="00AE1FCD" w:rsidRDefault="00AE1FCD" w:rsidP="002031CF"/>
    <w:p w14:paraId="160FEDCC" w14:textId="77777777" w:rsidR="00784E4E" w:rsidRDefault="00784E4E" w:rsidP="002031CF"/>
    <w:tbl>
      <w:tblPr>
        <w:tblStyle w:val="TableGrid"/>
        <w:tblW w:w="8931" w:type="dxa"/>
        <w:tblInd w:w="108" w:type="dxa"/>
        <w:tblLook w:val="04A0" w:firstRow="1" w:lastRow="0" w:firstColumn="1" w:lastColumn="0" w:noHBand="0" w:noVBand="1"/>
      </w:tblPr>
      <w:tblGrid>
        <w:gridCol w:w="5103"/>
        <w:gridCol w:w="3828"/>
      </w:tblGrid>
      <w:tr w:rsidR="00784E4E" w:rsidRPr="00F305DE" w14:paraId="0510603E" w14:textId="77777777" w:rsidTr="00784E4E">
        <w:tc>
          <w:tcPr>
            <w:tcW w:w="8931" w:type="dxa"/>
            <w:gridSpan w:val="2"/>
            <w:shd w:val="clear" w:color="auto" w:fill="000000" w:themeFill="text1"/>
          </w:tcPr>
          <w:p w14:paraId="7C226314" w14:textId="77777777" w:rsidR="00784E4E" w:rsidRDefault="00784E4E" w:rsidP="008C2BA7">
            <w:pPr>
              <w:rPr>
                <w:b/>
              </w:rPr>
            </w:pPr>
            <w:r>
              <w:rPr>
                <w:b/>
              </w:rPr>
              <w:t xml:space="preserve">Induction and orientation feedback </w:t>
            </w:r>
          </w:p>
          <w:p w14:paraId="4E3FEA67" w14:textId="77777777" w:rsidR="00784E4E" w:rsidRPr="00F305DE" w:rsidRDefault="00784E4E" w:rsidP="008C2BA7">
            <w:pPr>
              <w:rPr>
                <w:b/>
              </w:rPr>
            </w:pPr>
          </w:p>
        </w:tc>
      </w:tr>
      <w:tr w:rsidR="00784E4E" w:rsidRPr="00F305DE" w14:paraId="4A14DCE6" w14:textId="77777777" w:rsidTr="00784E4E">
        <w:tc>
          <w:tcPr>
            <w:tcW w:w="5103" w:type="dxa"/>
            <w:shd w:val="clear" w:color="auto" w:fill="FFFFFF" w:themeFill="background1"/>
          </w:tcPr>
          <w:p w14:paraId="6048D06F" w14:textId="77777777" w:rsidR="00784E4E" w:rsidRDefault="00784E4E" w:rsidP="00784E4E">
            <w:pPr>
              <w:jc w:val="left"/>
              <w:rPr>
                <w:b/>
              </w:rPr>
            </w:pPr>
            <w:r>
              <w:rPr>
                <w:b/>
              </w:rPr>
              <w:t xml:space="preserve">Induction and orientation feedback form completed </w:t>
            </w:r>
          </w:p>
          <w:p w14:paraId="64712F14" w14:textId="77777777" w:rsidR="00784E4E" w:rsidRPr="00BD3B2D" w:rsidRDefault="00784E4E" w:rsidP="00784E4E">
            <w:pPr>
              <w:jc w:val="left"/>
              <w:rPr>
                <w:b/>
              </w:rPr>
            </w:pPr>
          </w:p>
        </w:tc>
        <w:tc>
          <w:tcPr>
            <w:tcW w:w="3828" w:type="dxa"/>
            <w:shd w:val="clear" w:color="auto" w:fill="FFFFFF" w:themeFill="background1"/>
          </w:tcPr>
          <w:p w14:paraId="6527FCA9" w14:textId="77777777" w:rsidR="00784E4E" w:rsidRPr="00F305DE" w:rsidRDefault="00784E4E" w:rsidP="00784E4E">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r>
      <w:tr w:rsidR="00784E4E" w:rsidRPr="00F305DE" w14:paraId="17A4DA4B" w14:textId="77777777" w:rsidTr="00784E4E">
        <w:tc>
          <w:tcPr>
            <w:tcW w:w="8931" w:type="dxa"/>
            <w:gridSpan w:val="2"/>
            <w:shd w:val="clear" w:color="auto" w:fill="000000" w:themeFill="text1"/>
          </w:tcPr>
          <w:p w14:paraId="1D6B46E9" w14:textId="77777777" w:rsidR="00784E4E" w:rsidRDefault="00784E4E" w:rsidP="00784E4E">
            <w:pPr>
              <w:jc w:val="left"/>
              <w:rPr>
                <w:b/>
              </w:rPr>
            </w:pPr>
            <w:r>
              <w:rPr>
                <w:b/>
              </w:rPr>
              <w:t>Employee comments</w:t>
            </w:r>
          </w:p>
          <w:p w14:paraId="378C2CF1" w14:textId="77777777" w:rsidR="00784E4E" w:rsidRPr="00BD3B2D" w:rsidRDefault="00784E4E" w:rsidP="00784E4E">
            <w:pPr>
              <w:jc w:val="left"/>
              <w:rPr>
                <w:b/>
              </w:rPr>
            </w:pPr>
          </w:p>
        </w:tc>
      </w:tr>
      <w:tr w:rsidR="00784E4E" w:rsidRPr="00F305DE" w14:paraId="6B7FE904" w14:textId="77777777" w:rsidTr="00784E4E">
        <w:tc>
          <w:tcPr>
            <w:tcW w:w="8931" w:type="dxa"/>
            <w:gridSpan w:val="2"/>
            <w:shd w:val="clear" w:color="auto" w:fill="FFFFFF" w:themeFill="background1"/>
          </w:tcPr>
          <w:p w14:paraId="2A572053" w14:textId="77777777" w:rsidR="00784E4E" w:rsidRDefault="00784E4E" w:rsidP="00784E4E">
            <w:pPr>
              <w:spacing w:line="360" w:lineRule="auto"/>
              <w:jc w:val="left"/>
              <w:rPr>
                <w:b/>
              </w:rPr>
            </w:pPr>
          </w:p>
        </w:tc>
      </w:tr>
      <w:tr w:rsidR="00784E4E" w:rsidRPr="00F305DE" w14:paraId="1DF26ACD" w14:textId="77777777" w:rsidTr="00784E4E">
        <w:tc>
          <w:tcPr>
            <w:tcW w:w="8931" w:type="dxa"/>
            <w:gridSpan w:val="2"/>
            <w:shd w:val="clear" w:color="auto" w:fill="FFFFFF" w:themeFill="background1"/>
          </w:tcPr>
          <w:p w14:paraId="251B28A1" w14:textId="77777777" w:rsidR="00784E4E" w:rsidRDefault="00784E4E" w:rsidP="00784E4E">
            <w:pPr>
              <w:spacing w:line="360" w:lineRule="auto"/>
              <w:jc w:val="left"/>
              <w:rPr>
                <w:b/>
              </w:rPr>
            </w:pPr>
          </w:p>
        </w:tc>
      </w:tr>
      <w:tr w:rsidR="00784E4E" w:rsidRPr="00F305DE" w14:paraId="01C3032A" w14:textId="77777777" w:rsidTr="00784E4E">
        <w:tc>
          <w:tcPr>
            <w:tcW w:w="8931" w:type="dxa"/>
            <w:gridSpan w:val="2"/>
            <w:shd w:val="clear" w:color="auto" w:fill="FFFFFF" w:themeFill="background1"/>
          </w:tcPr>
          <w:p w14:paraId="77F80ACB" w14:textId="77777777" w:rsidR="00784E4E" w:rsidRDefault="00784E4E" w:rsidP="00784E4E">
            <w:pPr>
              <w:spacing w:line="360" w:lineRule="auto"/>
              <w:jc w:val="left"/>
              <w:rPr>
                <w:b/>
              </w:rPr>
            </w:pPr>
          </w:p>
        </w:tc>
      </w:tr>
      <w:tr w:rsidR="00784E4E" w:rsidRPr="00F305DE" w14:paraId="58FB3748" w14:textId="77777777" w:rsidTr="00784E4E">
        <w:tc>
          <w:tcPr>
            <w:tcW w:w="8931" w:type="dxa"/>
            <w:gridSpan w:val="2"/>
            <w:shd w:val="clear" w:color="auto" w:fill="FFFFFF" w:themeFill="background1"/>
          </w:tcPr>
          <w:p w14:paraId="315D07A6" w14:textId="77777777" w:rsidR="00784E4E" w:rsidRDefault="00784E4E" w:rsidP="00784E4E">
            <w:pPr>
              <w:spacing w:line="360" w:lineRule="auto"/>
              <w:jc w:val="left"/>
              <w:rPr>
                <w:b/>
              </w:rPr>
            </w:pPr>
          </w:p>
        </w:tc>
      </w:tr>
      <w:tr w:rsidR="00784E4E" w:rsidRPr="00F305DE" w14:paraId="57551A73" w14:textId="77777777" w:rsidTr="00784E4E">
        <w:tc>
          <w:tcPr>
            <w:tcW w:w="8931" w:type="dxa"/>
            <w:gridSpan w:val="2"/>
            <w:shd w:val="clear" w:color="auto" w:fill="FFFFFF" w:themeFill="background1"/>
          </w:tcPr>
          <w:p w14:paraId="3884BD0B" w14:textId="77777777" w:rsidR="00784E4E" w:rsidRDefault="00784E4E" w:rsidP="00784E4E">
            <w:pPr>
              <w:spacing w:line="360" w:lineRule="auto"/>
              <w:jc w:val="left"/>
              <w:rPr>
                <w:b/>
              </w:rPr>
            </w:pPr>
          </w:p>
        </w:tc>
      </w:tr>
    </w:tbl>
    <w:p w14:paraId="76E4843E" w14:textId="77777777" w:rsidR="00784E4E" w:rsidRDefault="00784E4E" w:rsidP="002031CF"/>
    <w:p w14:paraId="37B22FE4" w14:textId="77777777" w:rsidR="00784E4E" w:rsidRDefault="00BA1687" w:rsidP="00BA1687">
      <w:r w:rsidRPr="00BA1687">
        <w:t>This is to certify that the above items have taken place or discussed with supervisor.</w:t>
      </w:r>
    </w:p>
    <w:p w14:paraId="49E410EC" w14:textId="77777777" w:rsidR="00784E4E" w:rsidRDefault="00784E4E" w:rsidP="002031CF"/>
    <w:tbl>
      <w:tblPr>
        <w:tblStyle w:val="TableGrid"/>
        <w:tblW w:w="0" w:type="auto"/>
        <w:tblInd w:w="108" w:type="dxa"/>
        <w:tblLook w:val="04A0" w:firstRow="1" w:lastRow="0" w:firstColumn="1" w:lastColumn="0" w:noHBand="0" w:noVBand="1"/>
      </w:tblPr>
      <w:tblGrid>
        <w:gridCol w:w="2834"/>
        <w:gridCol w:w="2996"/>
        <w:gridCol w:w="19"/>
        <w:gridCol w:w="953"/>
        <w:gridCol w:w="2010"/>
      </w:tblGrid>
      <w:tr w:rsidR="005B5C55" w:rsidRPr="00F9329A" w14:paraId="573C17B1" w14:textId="77777777" w:rsidTr="005B5C55">
        <w:tc>
          <w:tcPr>
            <w:tcW w:w="8815" w:type="dxa"/>
            <w:gridSpan w:val="5"/>
            <w:shd w:val="clear" w:color="auto" w:fill="000000" w:themeFill="text1"/>
          </w:tcPr>
          <w:p w14:paraId="4D6A186F" w14:textId="77777777" w:rsidR="005B5C55" w:rsidRDefault="00A81D94" w:rsidP="00F66683">
            <w:pPr>
              <w:rPr>
                <w:b/>
              </w:rPr>
            </w:pPr>
            <w:r>
              <w:rPr>
                <w:b/>
              </w:rPr>
              <w:t xml:space="preserve">Employee </w:t>
            </w:r>
          </w:p>
          <w:p w14:paraId="7A3826F9" w14:textId="77777777" w:rsidR="00DF74CC" w:rsidRPr="005B5C55" w:rsidRDefault="00DF74CC" w:rsidP="00F66683">
            <w:pPr>
              <w:rPr>
                <w:b/>
              </w:rPr>
            </w:pPr>
          </w:p>
        </w:tc>
      </w:tr>
      <w:tr w:rsidR="00846D29" w:rsidRPr="00F9329A" w14:paraId="2889B8C3" w14:textId="77777777" w:rsidTr="00542623">
        <w:tc>
          <w:tcPr>
            <w:tcW w:w="2835" w:type="dxa"/>
            <w:shd w:val="clear" w:color="auto" w:fill="D9D9D9" w:themeFill="background1" w:themeFillShade="D9"/>
          </w:tcPr>
          <w:p w14:paraId="3765B73F" w14:textId="77777777" w:rsidR="00846D29" w:rsidRDefault="00846D29" w:rsidP="00A81D94">
            <w:pPr>
              <w:jc w:val="left"/>
              <w:rPr>
                <w:b/>
              </w:rPr>
            </w:pPr>
            <w:r>
              <w:rPr>
                <w:b/>
              </w:rPr>
              <w:t xml:space="preserve">Name </w:t>
            </w:r>
          </w:p>
        </w:tc>
        <w:tc>
          <w:tcPr>
            <w:tcW w:w="5980" w:type="dxa"/>
            <w:gridSpan w:val="4"/>
          </w:tcPr>
          <w:p w14:paraId="5433AC79" w14:textId="77777777" w:rsidR="00846D29" w:rsidRDefault="00846D29" w:rsidP="00F66683"/>
          <w:p w14:paraId="5D6C8DD3" w14:textId="77777777" w:rsidR="00846D29" w:rsidRPr="00F9329A" w:rsidRDefault="00846D29" w:rsidP="00F66683"/>
        </w:tc>
      </w:tr>
      <w:tr w:rsidR="002D4DBE" w:rsidRPr="00F9329A" w14:paraId="66558C38" w14:textId="77777777" w:rsidTr="00542623">
        <w:tc>
          <w:tcPr>
            <w:tcW w:w="2835" w:type="dxa"/>
            <w:shd w:val="clear" w:color="auto" w:fill="D9D9D9" w:themeFill="background1" w:themeFillShade="D9"/>
          </w:tcPr>
          <w:p w14:paraId="4681D3E7" w14:textId="77777777" w:rsidR="002D4DBE" w:rsidRPr="00846D29" w:rsidRDefault="00A81D94" w:rsidP="00F66683">
            <w:pPr>
              <w:jc w:val="left"/>
              <w:rPr>
                <w:b/>
              </w:rPr>
            </w:pPr>
            <w:r>
              <w:rPr>
                <w:b/>
              </w:rPr>
              <w:t>S</w:t>
            </w:r>
            <w:r w:rsidR="002D4DBE">
              <w:rPr>
                <w:b/>
              </w:rPr>
              <w:t>ignature</w:t>
            </w:r>
          </w:p>
        </w:tc>
        <w:tc>
          <w:tcPr>
            <w:tcW w:w="3016" w:type="dxa"/>
            <w:gridSpan w:val="2"/>
          </w:tcPr>
          <w:p w14:paraId="7DAB0E32" w14:textId="77777777" w:rsidR="002D4DBE" w:rsidRDefault="002D4DBE" w:rsidP="00F66683"/>
          <w:p w14:paraId="264C86BB" w14:textId="77777777" w:rsidR="002D4DBE" w:rsidRDefault="002D4DBE" w:rsidP="00F66683"/>
          <w:p w14:paraId="60D9836E" w14:textId="77777777" w:rsidR="002D4DBE" w:rsidRPr="00F9329A" w:rsidRDefault="002D4DBE" w:rsidP="00F66683"/>
        </w:tc>
        <w:tc>
          <w:tcPr>
            <w:tcW w:w="953" w:type="dxa"/>
            <w:shd w:val="clear" w:color="auto" w:fill="D9D9D9" w:themeFill="background1" w:themeFillShade="D9"/>
          </w:tcPr>
          <w:p w14:paraId="13940874" w14:textId="77777777" w:rsidR="002D4DBE" w:rsidRPr="002D4DBE" w:rsidRDefault="002D4DBE">
            <w:pPr>
              <w:jc w:val="left"/>
              <w:rPr>
                <w:b/>
              </w:rPr>
            </w:pPr>
            <w:r w:rsidRPr="002D4DBE">
              <w:rPr>
                <w:b/>
              </w:rPr>
              <w:t>Date</w:t>
            </w:r>
          </w:p>
          <w:p w14:paraId="3114F66D" w14:textId="77777777" w:rsidR="002D4DBE" w:rsidRPr="00F9329A" w:rsidRDefault="002D4DBE" w:rsidP="002D4DBE"/>
        </w:tc>
        <w:tc>
          <w:tcPr>
            <w:tcW w:w="2011" w:type="dxa"/>
          </w:tcPr>
          <w:p w14:paraId="0C3E747D" w14:textId="77777777" w:rsidR="002D4DBE" w:rsidRDefault="002D4DBE">
            <w:pPr>
              <w:jc w:val="left"/>
            </w:pPr>
          </w:p>
          <w:p w14:paraId="53079E6D" w14:textId="77777777" w:rsidR="002D4DBE" w:rsidRPr="00F9329A" w:rsidRDefault="002D4DBE" w:rsidP="002D4DBE"/>
        </w:tc>
      </w:tr>
      <w:tr w:rsidR="00A81D94" w:rsidRPr="00F9329A" w14:paraId="083E1E00" w14:textId="77777777" w:rsidTr="00A81D94">
        <w:tc>
          <w:tcPr>
            <w:tcW w:w="8815" w:type="dxa"/>
            <w:gridSpan w:val="5"/>
            <w:shd w:val="clear" w:color="auto" w:fill="000000" w:themeFill="text1"/>
          </w:tcPr>
          <w:p w14:paraId="7AF12B43" w14:textId="77777777" w:rsidR="00A81D94" w:rsidRDefault="00A81D94">
            <w:pPr>
              <w:jc w:val="left"/>
              <w:rPr>
                <w:b/>
              </w:rPr>
            </w:pPr>
            <w:r w:rsidRPr="00A81D94">
              <w:rPr>
                <w:b/>
              </w:rPr>
              <w:t xml:space="preserve">Supervisor </w:t>
            </w:r>
          </w:p>
          <w:p w14:paraId="1115B143" w14:textId="77777777" w:rsidR="00A81D94" w:rsidRPr="00A81D94" w:rsidRDefault="00A81D94">
            <w:pPr>
              <w:jc w:val="left"/>
              <w:rPr>
                <w:b/>
              </w:rPr>
            </w:pPr>
          </w:p>
        </w:tc>
      </w:tr>
      <w:tr w:rsidR="00846D29" w:rsidRPr="00F9329A" w14:paraId="4CCC98CA" w14:textId="77777777" w:rsidTr="00542623">
        <w:tc>
          <w:tcPr>
            <w:tcW w:w="2835" w:type="dxa"/>
            <w:shd w:val="clear" w:color="auto" w:fill="D9D9D9" w:themeFill="background1" w:themeFillShade="D9"/>
          </w:tcPr>
          <w:p w14:paraId="5211A47D" w14:textId="77777777" w:rsidR="00846D29" w:rsidRPr="00495C4D" w:rsidRDefault="00846D29" w:rsidP="00A81D94">
            <w:pPr>
              <w:jc w:val="left"/>
              <w:rPr>
                <w:b/>
              </w:rPr>
            </w:pPr>
            <w:r>
              <w:rPr>
                <w:b/>
              </w:rPr>
              <w:t xml:space="preserve">Name </w:t>
            </w:r>
          </w:p>
        </w:tc>
        <w:tc>
          <w:tcPr>
            <w:tcW w:w="5980" w:type="dxa"/>
            <w:gridSpan w:val="4"/>
          </w:tcPr>
          <w:p w14:paraId="09E03BFC" w14:textId="77777777" w:rsidR="00846D29" w:rsidRDefault="00846D29" w:rsidP="00F66683"/>
          <w:p w14:paraId="7A69ED96" w14:textId="77777777" w:rsidR="002D4DBE" w:rsidRPr="00F9329A" w:rsidRDefault="002D4DBE" w:rsidP="00F66683"/>
        </w:tc>
      </w:tr>
      <w:tr w:rsidR="002D4DBE" w:rsidRPr="00F9329A" w14:paraId="01F08EA0" w14:textId="77777777" w:rsidTr="00542623">
        <w:tc>
          <w:tcPr>
            <w:tcW w:w="2835" w:type="dxa"/>
            <w:shd w:val="clear" w:color="auto" w:fill="D9D9D9" w:themeFill="background1" w:themeFillShade="D9"/>
          </w:tcPr>
          <w:p w14:paraId="600E5C9D" w14:textId="77777777" w:rsidR="002D4DBE" w:rsidRDefault="008B535A" w:rsidP="00F66683">
            <w:pPr>
              <w:jc w:val="left"/>
              <w:rPr>
                <w:b/>
              </w:rPr>
            </w:pPr>
            <w:r>
              <w:rPr>
                <w:b/>
              </w:rPr>
              <w:t>S</w:t>
            </w:r>
            <w:r w:rsidR="002D4DBE">
              <w:rPr>
                <w:b/>
              </w:rPr>
              <w:t>ignature</w:t>
            </w:r>
          </w:p>
          <w:p w14:paraId="2203EE12" w14:textId="77777777" w:rsidR="002D4DBE" w:rsidRDefault="002D4DBE" w:rsidP="00F66683">
            <w:pPr>
              <w:jc w:val="left"/>
              <w:rPr>
                <w:b/>
              </w:rPr>
            </w:pPr>
          </w:p>
        </w:tc>
        <w:tc>
          <w:tcPr>
            <w:tcW w:w="2997" w:type="dxa"/>
          </w:tcPr>
          <w:p w14:paraId="0BD0E5C2" w14:textId="77777777" w:rsidR="002D4DBE" w:rsidRDefault="002D4DBE" w:rsidP="00F66683"/>
          <w:p w14:paraId="680B064F" w14:textId="77777777" w:rsidR="002D4DBE" w:rsidRDefault="002D4DBE" w:rsidP="00F66683"/>
          <w:p w14:paraId="09FE05CE" w14:textId="77777777" w:rsidR="002D4DBE" w:rsidRDefault="002D4DBE" w:rsidP="00F66683"/>
        </w:tc>
        <w:tc>
          <w:tcPr>
            <w:tcW w:w="972" w:type="dxa"/>
            <w:gridSpan w:val="2"/>
            <w:shd w:val="clear" w:color="auto" w:fill="D9D9D9" w:themeFill="background1" w:themeFillShade="D9"/>
          </w:tcPr>
          <w:p w14:paraId="71316209" w14:textId="77777777" w:rsidR="002D4DBE" w:rsidRPr="002D4DBE" w:rsidRDefault="002D4DBE" w:rsidP="00F66683">
            <w:pPr>
              <w:rPr>
                <w:b/>
              </w:rPr>
            </w:pPr>
            <w:r w:rsidRPr="002D4DBE">
              <w:rPr>
                <w:b/>
              </w:rPr>
              <w:t>Date</w:t>
            </w:r>
          </w:p>
        </w:tc>
        <w:tc>
          <w:tcPr>
            <w:tcW w:w="2011" w:type="dxa"/>
          </w:tcPr>
          <w:p w14:paraId="0E8AE7F0" w14:textId="77777777" w:rsidR="002D4DBE" w:rsidRDefault="002D4DBE" w:rsidP="00F66683"/>
        </w:tc>
      </w:tr>
    </w:tbl>
    <w:p w14:paraId="049C3897" w14:textId="77777777" w:rsidR="002031CF" w:rsidRDefault="002031CF" w:rsidP="00BA1687">
      <w:pPr>
        <w:tabs>
          <w:tab w:val="left" w:pos="2086"/>
        </w:tabs>
      </w:pPr>
    </w:p>
    <w:sectPr w:rsidR="002031CF" w:rsidSect="006A3DBD">
      <w:footerReference w:type="default" r:id="rId12"/>
      <w:pgSz w:w="11900" w:h="16820"/>
      <w:pgMar w:top="1134" w:right="1410" w:bottom="127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8BD9B" w14:textId="77777777" w:rsidR="00F66683" w:rsidRDefault="00F66683" w:rsidP="00F90996">
      <w:r>
        <w:separator/>
      </w:r>
    </w:p>
  </w:endnote>
  <w:endnote w:type="continuationSeparator" w:id="0">
    <w:p w14:paraId="61A43E10" w14:textId="77777777" w:rsidR="00F66683" w:rsidRDefault="00F66683"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3000000"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401C4" w14:textId="77777777" w:rsidR="00F66683" w:rsidRPr="0086262A" w:rsidRDefault="00BA1687" w:rsidP="00CE795B">
    <w:pPr>
      <w:pStyle w:val="Footer"/>
    </w:pPr>
    <w:r>
      <w:t xml:space="preserve">Employee induction and orientation checklist </w:t>
    </w:r>
    <w:r w:rsidR="00F66683">
      <w:t xml:space="preserve">- </w:t>
    </w:r>
    <w:r w:rsidR="00F66683" w:rsidRPr="00EA00FF">
      <w:t>[month, y</w:t>
    </w:r>
    <w:r w:rsidR="00F66683">
      <w:t>ea</w:t>
    </w:r>
    <w:r w:rsidR="00F66683" w:rsidRPr="00EA00FF">
      <w:t>r]</w:t>
    </w:r>
    <w:sdt>
      <w:sdtPr>
        <w:id w:val="-1238936835"/>
        <w:docPartObj>
          <w:docPartGallery w:val="Page Numbers (Top of Page)"/>
          <w:docPartUnique/>
        </w:docPartObj>
      </w:sdtPr>
      <w:sdtEndPr/>
      <w:sdtContent>
        <w:r w:rsidR="00F66683">
          <w:t xml:space="preserve"> </w:t>
        </w:r>
        <w:r w:rsidR="00F66683">
          <w:tab/>
        </w:r>
        <w:r w:rsidR="00F66683" w:rsidRPr="0086262A">
          <w:t xml:space="preserve">Page </w:t>
        </w:r>
        <w:r w:rsidR="00F66683" w:rsidRPr="0086262A">
          <w:fldChar w:fldCharType="begin"/>
        </w:r>
        <w:r w:rsidR="00F66683" w:rsidRPr="0086262A">
          <w:instrText xml:space="preserve"> PAGE </w:instrText>
        </w:r>
        <w:r w:rsidR="00F66683" w:rsidRPr="0086262A">
          <w:fldChar w:fldCharType="separate"/>
        </w:r>
        <w:r w:rsidR="00281D91">
          <w:rPr>
            <w:noProof/>
          </w:rPr>
          <w:t>2</w:t>
        </w:r>
        <w:r w:rsidR="00F66683" w:rsidRPr="0086262A">
          <w:fldChar w:fldCharType="end"/>
        </w:r>
        <w:r w:rsidR="00F66683" w:rsidRPr="0086262A">
          <w:t xml:space="preserve"> of </w:t>
        </w:r>
        <w:fldSimple w:instr=" NUMPAGES  ">
          <w:r w:rsidR="00281D91">
            <w:rPr>
              <w:noProof/>
            </w:rPr>
            <w:t>4</w:t>
          </w:r>
        </w:fldSimple>
      </w:sdtContent>
    </w:sdt>
  </w:p>
  <w:p w14:paraId="3A349A8A" w14:textId="77777777" w:rsidR="00F66683" w:rsidRDefault="00F666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3AFA1" w14:textId="77777777" w:rsidR="00F66683" w:rsidRDefault="00F66683" w:rsidP="00F90996">
      <w:r>
        <w:separator/>
      </w:r>
    </w:p>
  </w:footnote>
  <w:footnote w:type="continuationSeparator" w:id="0">
    <w:p w14:paraId="1098EC2A" w14:textId="77777777" w:rsidR="00F66683" w:rsidRDefault="00F66683"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4"/>
  </w:num>
  <w:num w:numId="4">
    <w:abstractNumId w:val="5"/>
  </w:num>
  <w:num w:numId="5">
    <w:abstractNumId w:val="2"/>
  </w:num>
  <w:num w:numId="6">
    <w:abstractNumId w:val="1"/>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117A9"/>
    <w:rsid w:val="000203F1"/>
    <w:rsid w:val="000230E6"/>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149D"/>
    <w:rsid w:val="0011432D"/>
    <w:rsid w:val="00131412"/>
    <w:rsid w:val="00141943"/>
    <w:rsid w:val="00152E8B"/>
    <w:rsid w:val="0017710F"/>
    <w:rsid w:val="00186153"/>
    <w:rsid w:val="001F6885"/>
    <w:rsid w:val="001F6BBC"/>
    <w:rsid w:val="002031CF"/>
    <w:rsid w:val="002100BB"/>
    <w:rsid w:val="002145D1"/>
    <w:rsid w:val="00214B46"/>
    <w:rsid w:val="00231162"/>
    <w:rsid w:val="002335AB"/>
    <w:rsid w:val="00235498"/>
    <w:rsid w:val="00237AF6"/>
    <w:rsid w:val="002425EE"/>
    <w:rsid w:val="00252CF2"/>
    <w:rsid w:val="002608EB"/>
    <w:rsid w:val="002719A1"/>
    <w:rsid w:val="00274906"/>
    <w:rsid w:val="0028131A"/>
    <w:rsid w:val="00281570"/>
    <w:rsid w:val="00281D91"/>
    <w:rsid w:val="0028761F"/>
    <w:rsid w:val="00292CE1"/>
    <w:rsid w:val="002A68C7"/>
    <w:rsid w:val="002B3564"/>
    <w:rsid w:val="002B42F4"/>
    <w:rsid w:val="002C4ECA"/>
    <w:rsid w:val="002C733E"/>
    <w:rsid w:val="002D06D4"/>
    <w:rsid w:val="002D4DBE"/>
    <w:rsid w:val="002F0C46"/>
    <w:rsid w:val="002F3776"/>
    <w:rsid w:val="00302BAE"/>
    <w:rsid w:val="0031459C"/>
    <w:rsid w:val="0032737D"/>
    <w:rsid w:val="00327813"/>
    <w:rsid w:val="00345FF0"/>
    <w:rsid w:val="00354A3B"/>
    <w:rsid w:val="00363857"/>
    <w:rsid w:val="003648EB"/>
    <w:rsid w:val="003659CE"/>
    <w:rsid w:val="003747BA"/>
    <w:rsid w:val="0038523D"/>
    <w:rsid w:val="00386ABA"/>
    <w:rsid w:val="00392075"/>
    <w:rsid w:val="003A0DD6"/>
    <w:rsid w:val="003A6B58"/>
    <w:rsid w:val="003B3BC8"/>
    <w:rsid w:val="003C3040"/>
    <w:rsid w:val="003C6BBD"/>
    <w:rsid w:val="003D1419"/>
    <w:rsid w:val="003D1708"/>
    <w:rsid w:val="003E3A7F"/>
    <w:rsid w:val="003F13DB"/>
    <w:rsid w:val="003F2E8B"/>
    <w:rsid w:val="00402EE6"/>
    <w:rsid w:val="00405829"/>
    <w:rsid w:val="00407BFA"/>
    <w:rsid w:val="00422F34"/>
    <w:rsid w:val="00426701"/>
    <w:rsid w:val="004307D7"/>
    <w:rsid w:val="00432692"/>
    <w:rsid w:val="00433C26"/>
    <w:rsid w:val="004425BD"/>
    <w:rsid w:val="00446173"/>
    <w:rsid w:val="0045115E"/>
    <w:rsid w:val="00473E93"/>
    <w:rsid w:val="00475AAF"/>
    <w:rsid w:val="00484976"/>
    <w:rsid w:val="00486D14"/>
    <w:rsid w:val="00491FEB"/>
    <w:rsid w:val="00493272"/>
    <w:rsid w:val="00495C4D"/>
    <w:rsid w:val="00496912"/>
    <w:rsid w:val="00497771"/>
    <w:rsid w:val="004A5F46"/>
    <w:rsid w:val="004C30C7"/>
    <w:rsid w:val="004C3569"/>
    <w:rsid w:val="004D28B8"/>
    <w:rsid w:val="004E77CF"/>
    <w:rsid w:val="00501EDF"/>
    <w:rsid w:val="005046D9"/>
    <w:rsid w:val="00521FEC"/>
    <w:rsid w:val="00531C48"/>
    <w:rsid w:val="00536AC3"/>
    <w:rsid w:val="00542623"/>
    <w:rsid w:val="0054290D"/>
    <w:rsid w:val="005542E9"/>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E126E"/>
    <w:rsid w:val="005F19F8"/>
    <w:rsid w:val="005F2A54"/>
    <w:rsid w:val="00602F12"/>
    <w:rsid w:val="00604895"/>
    <w:rsid w:val="00607A94"/>
    <w:rsid w:val="00610A59"/>
    <w:rsid w:val="00621CE4"/>
    <w:rsid w:val="006220D5"/>
    <w:rsid w:val="006232D4"/>
    <w:rsid w:val="0062471B"/>
    <w:rsid w:val="006322A4"/>
    <w:rsid w:val="00632857"/>
    <w:rsid w:val="00632E76"/>
    <w:rsid w:val="00634B64"/>
    <w:rsid w:val="00660B59"/>
    <w:rsid w:val="00670CC7"/>
    <w:rsid w:val="0067305B"/>
    <w:rsid w:val="00685B58"/>
    <w:rsid w:val="00685F25"/>
    <w:rsid w:val="00690867"/>
    <w:rsid w:val="006915D5"/>
    <w:rsid w:val="00694BE7"/>
    <w:rsid w:val="006A0651"/>
    <w:rsid w:val="006A3DBD"/>
    <w:rsid w:val="006A5663"/>
    <w:rsid w:val="006B1539"/>
    <w:rsid w:val="006B6CCE"/>
    <w:rsid w:val="006B6E47"/>
    <w:rsid w:val="006D27DC"/>
    <w:rsid w:val="006D62B7"/>
    <w:rsid w:val="006E0074"/>
    <w:rsid w:val="006E6937"/>
    <w:rsid w:val="006F56A5"/>
    <w:rsid w:val="007047C0"/>
    <w:rsid w:val="00716668"/>
    <w:rsid w:val="00721F70"/>
    <w:rsid w:val="00730AA7"/>
    <w:rsid w:val="007316E7"/>
    <w:rsid w:val="007323C8"/>
    <w:rsid w:val="0073578B"/>
    <w:rsid w:val="00754ECA"/>
    <w:rsid w:val="0075508D"/>
    <w:rsid w:val="00756BFD"/>
    <w:rsid w:val="0075718E"/>
    <w:rsid w:val="00782D00"/>
    <w:rsid w:val="00784E4E"/>
    <w:rsid w:val="00785E47"/>
    <w:rsid w:val="007B6533"/>
    <w:rsid w:val="007C5549"/>
    <w:rsid w:val="007E7F27"/>
    <w:rsid w:val="007F30EC"/>
    <w:rsid w:val="008047ED"/>
    <w:rsid w:val="0081610F"/>
    <w:rsid w:val="0081631E"/>
    <w:rsid w:val="00817821"/>
    <w:rsid w:val="0082105A"/>
    <w:rsid w:val="00823012"/>
    <w:rsid w:val="00825FE3"/>
    <w:rsid w:val="008300D9"/>
    <w:rsid w:val="008359BE"/>
    <w:rsid w:val="00845AB9"/>
    <w:rsid w:val="00846D29"/>
    <w:rsid w:val="00862935"/>
    <w:rsid w:val="00873620"/>
    <w:rsid w:val="008848E3"/>
    <w:rsid w:val="00886745"/>
    <w:rsid w:val="008A4250"/>
    <w:rsid w:val="008A61CA"/>
    <w:rsid w:val="008B251F"/>
    <w:rsid w:val="008B535A"/>
    <w:rsid w:val="008C67E9"/>
    <w:rsid w:val="008C7BF9"/>
    <w:rsid w:val="008E0925"/>
    <w:rsid w:val="008E5214"/>
    <w:rsid w:val="008E69A1"/>
    <w:rsid w:val="008F561B"/>
    <w:rsid w:val="00905FEF"/>
    <w:rsid w:val="00913FAA"/>
    <w:rsid w:val="009159DF"/>
    <w:rsid w:val="00921EE7"/>
    <w:rsid w:val="009324A6"/>
    <w:rsid w:val="009447BE"/>
    <w:rsid w:val="00951C04"/>
    <w:rsid w:val="00957124"/>
    <w:rsid w:val="00960F28"/>
    <w:rsid w:val="009716A4"/>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0F6F"/>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5F90"/>
    <w:rsid w:val="00A9733D"/>
    <w:rsid w:val="00AA00F0"/>
    <w:rsid w:val="00AA3125"/>
    <w:rsid w:val="00AB7AF9"/>
    <w:rsid w:val="00AC07FE"/>
    <w:rsid w:val="00AC2572"/>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57D3C"/>
    <w:rsid w:val="00B716ED"/>
    <w:rsid w:val="00B71916"/>
    <w:rsid w:val="00B84AA7"/>
    <w:rsid w:val="00BA1687"/>
    <w:rsid w:val="00BA4F75"/>
    <w:rsid w:val="00BA53EB"/>
    <w:rsid w:val="00BA5CF1"/>
    <w:rsid w:val="00BB37B4"/>
    <w:rsid w:val="00BD3B2D"/>
    <w:rsid w:val="00BE2B15"/>
    <w:rsid w:val="00BE2E1D"/>
    <w:rsid w:val="00BF416D"/>
    <w:rsid w:val="00BF4FDC"/>
    <w:rsid w:val="00C04505"/>
    <w:rsid w:val="00C0709D"/>
    <w:rsid w:val="00C108FF"/>
    <w:rsid w:val="00C21E3F"/>
    <w:rsid w:val="00C2316E"/>
    <w:rsid w:val="00C3028A"/>
    <w:rsid w:val="00C40780"/>
    <w:rsid w:val="00C40EB0"/>
    <w:rsid w:val="00C53173"/>
    <w:rsid w:val="00C541A5"/>
    <w:rsid w:val="00C55E2D"/>
    <w:rsid w:val="00C568DE"/>
    <w:rsid w:val="00C838A3"/>
    <w:rsid w:val="00C844E9"/>
    <w:rsid w:val="00C91CBC"/>
    <w:rsid w:val="00CA6676"/>
    <w:rsid w:val="00CB16AB"/>
    <w:rsid w:val="00CB386A"/>
    <w:rsid w:val="00CD4ED0"/>
    <w:rsid w:val="00CD5398"/>
    <w:rsid w:val="00CE0127"/>
    <w:rsid w:val="00CE08AA"/>
    <w:rsid w:val="00CE17C8"/>
    <w:rsid w:val="00CE2241"/>
    <w:rsid w:val="00CE47AA"/>
    <w:rsid w:val="00CE795B"/>
    <w:rsid w:val="00D001A0"/>
    <w:rsid w:val="00D017B1"/>
    <w:rsid w:val="00D03192"/>
    <w:rsid w:val="00D10BA3"/>
    <w:rsid w:val="00D14222"/>
    <w:rsid w:val="00D20A6C"/>
    <w:rsid w:val="00D2242A"/>
    <w:rsid w:val="00D229CC"/>
    <w:rsid w:val="00D2746B"/>
    <w:rsid w:val="00D336FA"/>
    <w:rsid w:val="00D35D00"/>
    <w:rsid w:val="00D462B0"/>
    <w:rsid w:val="00D47D45"/>
    <w:rsid w:val="00D47EC0"/>
    <w:rsid w:val="00D51903"/>
    <w:rsid w:val="00D5377F"/>
    <w:rsid w:val="00D70A13"/>
    <w:rsid w:val="00D71BC7"/>
    <w:rsid w:val="00D767F5"/>
    <w:rsid w:val="00D84855"/>
    <w:rsid w:val="00D860E1"/>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4BC7"/>
    <w:rsid w:val="00E108D8"/>
    <w:rsid w:val="00E118D0"/>
    <w:rsid w:val="00E16E9A"/>
    <w:rsid w:val="00E25030"/>
    <w:rsid w:val="00E311A9"/>
    <w:rsid w:val="00E31E87"/>
    <w:rsid w:val="00E40374"/>
    <w:rsid w:val="00E4226F"/>
    <w:rsid w:val="00E50B96"/>
    <w:rsid w:val="00E53963"/>
    <w:rsid w:val="00E63952"/>
    <w:rsid w:val="00E650DA"/>
    <w:rsid w:val="00E65F8D"/>
    <w:rsid w:val="00E67649"/>
    <w:rsid w:val="00E74A81"/>
    <w:rsid w:val="00E93501"/>
    <w:rsid w:val="00E935FB"/>
    <w:rsid w:val="00EC514B"/>
    <w:rsid w:val="00EC592C"/>
    <w:rsid w:val="00ED01DB"/>
    <w:rsid w:val="00EE0814"/>
    <w:rsid w:val="00EE4159"/>
    <w:rsid w:val="00EF08BB"/>
    <w:rsid w:val="00EF18DE"/>
    <w:rsid w:val="00EF379C"/>
    <w:rsid w:val="00F01839"/>
    <w:rsid w:val="00F103BD"/>
    <w:rsid w:val="00F10799"/>
    <w:rsid w:val="00F130F8"/>
    <w:rsid w:val="00F20DEB"/>
    <w:rsid w:val="00F24388"/>
    <w:rsid w:val="00F305DE"/>
    <w:rsid w:val="00F404D2"/>
    <w:rsid w:val="00F44E1D"/>
    <w:rsid w:val="00F60DAA"/>
    <w:rsid w:val="00F6287E"/>
    <w:rsid w:val="00F66683"/>
    <w:rsid w:val="00F84259"/>
    <w:rsid w:val="00F90996"/>
    <w:rsid w:val="00F90F95"/>
    <w:rsid w:val="00F91BFD"/>
    <w:rsid w:val="00F931D3"/>
    <w:rsid w:val="00FA5FCE"/>
    <w:rsid w:val="00FB0E2D"/>
    <w:rsid w:val="00FB1A34"/>
    <w:rsid w:val="00FB361D"/>
    <w:rsid w:val="00FB5A1D"/>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2A33B4D2"/>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784E4E"/>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2" ma:contentTypeDescription="Create a new document." ma:contentTypeScope="" ma:versionID="0138b2d5a10fbe72eaafdee45a6249d4">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9e89cd23e0cca369f6b7fdc7a3c9d7b2"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23ST2XJ3F2FU-1797567310-95054</_dlc_DocId>
    <_dlc_DocIdUrl xmlns="14c5a56e-ced3-43ad-8a76-68a367d68378">
      <Url>https://nadaau.sharepoint.com/_layouts/15/DocIdRedir.aspx?ID=23ST2XJ3F2FU-1797567310-95054</Url>
      <Description>23ST2XJ3F2FU-1797567310-95054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2DDC93-ECB1-4362-A8C7-53F42346C470}">
  <ds:schemaRefs>
    <ds:schemaRef ds:uri="http://schemas.microsoft.com/sharepoint/events"/>
  </ds:schemaRefs>
</ds:datastoreItem>
</file>

<file path=customXml/itemProps2.xml><?xml version="1.0" encoding="utf-8"?>
<ds:datastoreItem xmlns:ds="http://schemas.openxmlformats.org/officeDocument/2006/customXml" ds:itemID="{E02E8BB7-863E-4774-A6B3-A0BDBCD05691}">
  <ds:schemaRefs>
    <ds:schemaRef ds:uri="http://schemas.openxmlformats.org/officeDocument/2006/bibliography"/>
  </ds:schemaRefs>
</ds:datastoreItem>
</file>

<file path=customXml/itemProps3.xml><?xml version="1.0" encoding="utf-8"?>
<ds:datastoreItem xmlns:ds="http://schemas.openxmlformats.org/officeDocument/2006/customXml" ds:itemID="{709AC1FF-EDC3-4607-97C9-00F1DA582C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4ED1FC-D01A-4022-8F14-06D9F0469D6F}">
  <ds:schemaRefs>
    <ds:schemaRef ds:uri="http://schemas.microsoft.com/office/2006/metadata/properties"/>
    <ds:schemaRef ds:uri="http://schemas.microsoft.com/office/infopath/2007/PartnerControls"/>
    <ds:schemaRef ds:uri="14c5a56e-ced3-43ad-8a76-68a367d68378"/>
  </ds:schemaRefs>
</ds:datastoreItem>
</file>

<file path=customXml/itemProps5.xml><?xml version="1.0" encoding="utf-8"?>
<ds:datastoreItem xmlns:ds="http://schemas.openxmlformats.org/officeDocument/2006/customXml" ds:itemID="{FFE17E00-AB86-456C-BCBF-C4FC217FA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POLICY1</Template>
  <TotalTime>1</TotalTime>
  <Pages>4</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2</cp:revision>
  <dcterms:created xsi:type="dcterms:W3CDTF">2021-04-21T03:19:00Z</dcterms:created>
  <dcterms:modified xsi:type="dcterms:W3CDTF">2021-04-21T03:19:00Z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3619ec66-d636-4630-8da5-3ff1b0742417</vt:lpwstr>
  </property>
</Properties>
</file>